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650" type="#_x0000_t75">
            <v:imagedata r:id="rId6" o:title=""/>
          </v:shape>
        </w:pict>
      </w:r>
      <w:hyperlink r:id="rId7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3176: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NSR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20131108:Regression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Testing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Test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Suite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(OR*3.0*422)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3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pict>
          <v:shape style="width:8pt;height:8pt;mso-position-horizontal-relative:char;mso-position-vertical-relative:line" type="#_x0000_t75">
            <v:imagedata r:id="rId8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459" w:lineRule="auto"/>
        <w:ind w:left="100" w:right="37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Parent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Plan(s):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hyperlink r:id="rId9"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NSR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20131108:Remove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ListManager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Restrictions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on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Mnemonics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(OR*3.0*422)</w:t>
        </w:r>
        <w:r>
          <w:rPr>
            <w:rFonts w:ascii="Arial" w:hAnsi="Arial" w:cs="Arial" w:eastAsia="Arial"/>
            <w:sz w:val="16"/>
            <w:szCs w:val="16"/>
            <w:color w:val="3087B3"/>
            <w:spacing w:val="0"/>
            <w:w w:val="100"/>
          </w:rPr>
          <w:t> </w:t>
        </w:r>
      </w:hyperlink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remediated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against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existing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functionality.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478" w:lineRule="auto"/>
        <w:ind w:left="100" w:right="898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129pt;width:541.499995pt;height:13.599986pt;mso-position-horizontal-relative:page;mso-position-vertical-relative:paragraph;z-index:-649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6011pt;mso-position-horizontal-relative:page;mso-position-vertical-relative:paragraph;z-index:-648" coordorigin="710,33" coordsize="10820,452">
            <v:shape style="position:absolute;left:2143;top:33;width:585;height:117" type="#_x0000_t75">
              <v:imagedata r:id="rId10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6pt;width:541.0pt;height:18.400036pt;mso-position-horizontal-relative:page;mso-position-vertical-relative:paragraph;z-index:-647" coordorigin="710,454" coordsize="10820,368">
            <v:group style="position:absolute;left:725;top:494;width:638;height:288" coordorigin="725,494" coordsize="638,288">
              <v:shape style="position:absolute;left:725;top:494;width:638;height:288" coordorigin="725,494" coordsize="638,288" path="m725,494l1363,494,1363,782,725,782,725,494e" filled="t" fillcolor="#E6E6E6" stroked="f">
                <v:path arrowok="t"/>
                <v:fill/>
              </v:shape>
            </v:group>
            <v:group style="position:absolute;left:717;top:461;width:651;height:2" coordorigin="717,461" coordsize="651,2">
              <v:shape style="position:absolute;left:717;top:461;width:651;height:2" coordorigin="717,461" coordsize="651,0" path="m718,461l1370,461e" filled="f" stroked="t" strokeweight=".666667pt" strokecolor="#E6E6E6">
                <v:path arrowok="t"/>
              </v:shape>
            </v:group>
            <v:group style="position:absolute;left:723;top:487;width:641;height:2" coordorigin="723,487" coordsize="641,2">
              <v:shape style="position:absolute;left:723;top:487;width:641;height:2" coordorigin="723,487" coordsize="641,0" path="m732,487l1373,487e" filled="f" stroked="t" strokeweight=".666667pt" strokecolor="#E6E6E6">
                <v:path arrowok="t"/>
              </v:shape>
            </v:group>
            <v:group style="position:absolute;left:723;top:789;width:641;height:2" coordorigin="723,789" coordsize="641,2">
              <v:shape style="position:absolute;left:723;top:789;width:641;height:2" coordorigin="723,789" coordsize="641,0" path="m727,789l1368,789e" filled="f" stroked="t" strokeweight=".666667pt" strokecolor="#E6E6E6">
                <v:path arrowok="t"/>
              </v:shape>
            </v:group>
            <v:group style="position:absolute;left:720;top:474;width:2;height:328" coordorigin="720,474" coordsize="2,328">
              <v:shape style="position:absolute;left:720;top:474;width:2;height:328" coordorigin="720,474" coordsize="0,328" path="m720,494l720,822e" filled="f" stroked="t" strokeweight=".5pt" strokecolor="#FFFFFF">
                <v:path arrowok="t"/>
              </v:shape>
            </v:group>
            <v:group style="position:absolute;left:1373;top:494;width:638;height:288" coordorigin="1373,494" coordsize="638,288">
              <v:shape style="position:absolute;left:1373;top:494;width:638;height:288" coordorigin="1373,494" coordsize="638,288" path="m1373,494l2011,494,2011,782,1373,782,1373,494e" filled="t" fillcolor="#E6E6E6" stroked="f">
                <v:path arrowok="t"/>
                <v:fill/>
              </v:shape>
            </v:group>
            <v:group style="position:absolute;left:1368;top:461;width:648;height:2" coordorigin="1368,461" coordsize="648,2">
              <v:shape style="position:absolute;left:1368;top:461;width:648;height:2" coordorigin="1368,461" coordsize="648,0" path="m1368,461l2016,461e" filled="f" stroked="t" strokeweight=".666667pt" strokecolor="#E6E6E6">
                <v:path arrowok="t"/>
              </v:shape>
            </v:group>
            <v:group style="position:absolute;left:1371;top:487;width:641;height:2" coordorigin="1371,487" coordsize="641,2">
              <v:shape style="position:absolute;left:1371;top:487;width:641;height:2" coordorigin="1371,487" coordsize="641,0" path="m1375,487l2016,487e" filled="f" stroked="t" strokeweight=".666667pt" strokecolor="#E6E6E6">
                <v:path arrowok="t"/>
              </v:shape>
            </v:group>
            <v:group style="position:absolute;left:1371;top:789;width:641;height:2" coordorigin="1371,789" coordsize="641,2">
              <v:shape style="position:absolute;left:1371;top:789;width:641;height:2" coordorigin="1371,789" coordsize="641,0" path="m1375,789l2016,789e" filled="f" stroked="t" strokeweight=".666667pt" strokecolor="#E6E6E6">
                <v:path arrowok="t"/>
              </v:shape>
            </v:group>
            <v:group style="position:absolute;left:2021;top:494;width:638;height:288" coordorigin="2021,494" coordsize="638,288">
              <v:shape style="position:absolute;left:2021;top:494;width:638;height:288" coordorigin="2021,494" coordsize="638,288" path="m2021,494l2659,494,2659,782,2021,782,2021,494e" filled="t" fillcolor="#E6E6E6" stroked="f">
                <v:path arrowok="t"/>
                <v:fill/>
              </v:shape>
            </v:group>
            <v:group style="position:absolute;left:2016;top:461;width:648;height:2" coordorigin="2016,461" coordsize="648,2">
              <v:shape style="position:absolute;left:2016;top:461;width:648;height:2" coordorigin="2016,461" coordsize="648,0" path="m2016,461l2664,461e" filled="f" stroked="t" strokeweight=".666667pt" strokecolor="#E6E6E6">
                <v:path arrowok="t"/>
              </v:shape>
            </v:group>
            <v:group style="position:absolute;left:2019;top:487;width:641;height:2" coordorigin="2019,487" coordsize="641,2">
              <v:shape style="position:absolute;left:2019;top:487;width:641;height:2" coordorigin="2019,487" coordsize="641,0" path="m2023,487l2664,487e" filled="f" stroked="t" strokeweight=".666667pt" strokecolor="#E6E6E6">
                <v:path arrowok="t"/>
              </v:shape>
            </v:group>
            <v:group style="position:absolute;left:2019;top:789;width:641;height:2" coordorigin="2019,789" coordsize="641,2">
              <v:shape style="position:absolute;left:2019;top:789;width:641;height:2" coordorigin="2019,789" coordsize="641,0" path="m2023,789l2664,789e" filled="f" stroked="t" strokeweight=".666667pt" strokecolor="#E6E6E6">
                <v:path arrowok="t"/>
              </v:shape>
            </v:group>
            <v:group style="position:absolute;left:2669;top:494;width:1934;height:288" coordorigin="2669,494" coordsize="1934,288">
              <v:shape style="position:absolute;left:2669;top:494;width:1934;height:288" coordorigin="2669,494" coordsize="1934,288" path="m2669,494l4603,494,4603,782,2669,782,2669,494e" filled="t" fillcolor="#E6E6E6" stroked="f">
                <v:path arrowok="t"/>
                <v:fill/>
              </v:shape>
            </v:group>
            <v:group style="position:absolute;left:2664;top:461;width:1944;height:2" coordorigin="2664,461" coordsize="1944,2">
              <v:shape style="position:absolute;left:2664;top:461;width:1944;height:2" coordorigin="2664,461" coordsize="1944,0" path="m2664,461l4608,461e" filled="f" stroked="t" strokeweight=".666667pt" strokecolor="#E6E6E6">
                <v:path arrowok="t"/>
              </v:shape>
            </v:group>
            <v:group style="position:absolute;left:2667;top:487;width:1937;height:2" coordorigin="2667,487" coordsize="1937,2">
              <v:shape style="position:absolute;left:2667;top:487;width:1937;height:2" coordorigin="2667,487" coordsize="1937,0" path="m2671,487l4608,487e" filled="f" stroked="t" strokeweight=".666667pt" strokecolor="#E6E6E6">
                <v:path arrowok="t"/>
              </v:shape>
            </v:group>
            <v:group style="position:absolute;left:2667;top:789;width:1937;height:2" coordorigin="2667,789" coordsize="1937,2">
              <v:shape style="position:absolute;left:2667;top:789;width:1937;height:2" coordorigin="2667,789" coordsize="1937,0" path="m2671,789l4608,789e" filled="f" stroked="t" strokeweight=".666667pt" strokecolor="#E6E6E6">
                <v:path arrowok="t"/>
              </v:shape>
            </v:group>
            <v:group style="position:absolute;left:4613;top:494;width:1610;height:288" coordorigin="4613,494" coordsize="1610,288">
              <v:shape style="position:absolute;left:4613;top:494;width:1610;height:288" coordorigin="4613,494" coordsize="1610,288" path="m4613,494l6223,494,6223,782,4613,782,4613,494e" filled="t" fillcolor="#E6E6E6" stroked="f">
                <v:path arrowok="t"/>
                <v:fill/>
              </v:shape>
            </v:group>
            <v:group style="position:absolute;left:4608;top:461;width:1620;height:2" coordorigin="4608,461" coordsize="1620,2">
              <v:shape style="position:absolute;left:4608;top:461;width:1620;height:2" coordorigin="4608,461" coordsize="1620,0" path="m4608,461l6228,461e" filled="f" stroked="t" strokeweight=".666667pt" strokecolor="#E6E6E6">
                <v:path arrowok="t"/>
              </v:shape>
            </v:group>
            <v:group style="position:absolute;left:4611;top:487;width:1613;height:2" coordorigin="4611,487" coordsize="1613,2">
              <v:shape style="position:absolute;left:4611;top:487;width:1613;height:2" coordorigin="4611,487" coordsize="1613,0" path="m4615,487l6228,487e" filled="f" stroked="t" strokeweight=".666667pt" strokecolor="#E6E6E6">
                <v:path arrowok="t"/>
              </v:shape>
            </v:group>
            <v:group style="position:absolute;left:4611;top:789;width:1613;height:2" coordorigin="4611,789" coordsize="1613,2">
              <v:shape style="position:absolute;left:4611;top:789;width:1613;height:2" coordorigin="4611,789" coordsize="1613,0" path="m4615,789l6228,789e" filled="f" stroked="t" strokeweight=".666667pt" strokecolor="#E6E6E6">
                <v:path arrowok="t"/>
              </v:shape>
            </v:group>
            <v:group style="position:absolute;left:6233;top:494;width:962;height:288" coordorigin="6233,494" coordsize="962,288">
              <v:shape style="position:absolute;left:6233;top:494;width:962;height:288" coordorigin="6233,494" coordsize="962,288" path="m6233,494l7195,494,7195,782,6233,782,6233,494e" filled="t" fillcolor="#E6E6E6" stroked="f">
                <v:path arrowok="t"/>
                <v:fill/>
              </v:shape>
            </v:group>
            <v:group style="position:absolute;left:6228;top:461;width:972;height:2" coordorigin="6228,461" coordsize="972,2">
              <v:shape style="position:absolute;left:6228;top:461;width:972;height:2" coordorigin="6228,461" coordsize="972,0" path="m6228,461l7200,461e" filled="f" stroked="t" strokeweight=".666667pt" strokecolor="#E6E6E6">
                <v:path arrowok="t"/>
              </v:shape>
            </v:group>
            <v:group style="position:absolute;left:6231;top:487;width:965;height:2" coordorigin="6231,487" coordsize="965,2">
              <v:shape style="position:absolute;left:6231;top:487;width:965;height:2" coordorigin="6231,487" coordsize="965,0" path="m6235,487l7200,487e" filled="f" stroked="t" strokeweight=".666667pt" strokecolor="#E6E6E6">
                <v:path arrowok="t"/>
              </v:shape>
            </v:group>
            <v:group style="position:absolute;left:6231;top:789;width:965;height:2" coordorigin="6231,789" coordsize="965,2">
              <v:shape style="position:absolute;left:6231;top:789;width:965;height:2" coordorigin="6231,789" coordsize="965,0" path="m6235,789l7200,789e" filled="f" stroked="t" strokeweight=".666667pt" strokecolor="#E6E6E6">
                <v:path arrowok="t"/>
              </v:shape>
            </v:group>
            <v:group style="position:absolute;left:7205;top:494;width:962;height:288" coordorigin="7205,494" coordsize="962,288">
              <v:shape style="position:absolute;left:7205;top:494;width:962;height:288" coordorigin="7205,494" coordsize="962,288" path="m7205,494l8167,494,8167,782,7205,782,7205,494e" filled="t" fillcolor="#E6E6E6" stroked="f">
                <v:path arrowok="t"/>
                <v:fill/>
              </v:shape>
            </v:group>
            <v:group style="position:absolute;left:7200;top:461;width:972;height:2" coordorigin="7200,461" coordsize="972,2">
              <v:shape style="position:absolute;left:7200;top:461;width:972;height:2" coordorigin="7200,461" coordsize="972,0" path="m7200,461l8172,461e" filled="f" stroked="t" strokeweight=".666667pt" strokecolor="#E6E6E6">
                <v:path arrowok="t"/>
              </v:shape>
            </v:group>
            <v:group style="position:absolute;left:7203;top:487;width:965;height:2" coordorigin="7203,487" coordsize="965,2">
              <v:shape style="position:absolute;left:7203;top:487;width:965;height:2" coordorigin="7203,487" coordsize="965,0" path="m7207,487l8172,487e" filled="f" stroked="t" strokeweight=".666667pt" strokecolor="#E6E6E6">
                <v:path arrowok="t"/>
              </v:shape>
            </v:group>
            <v:group style="position:absolute;left:7203;top:789;width:965;height:2" coordorigin="7203,789" coordsize="965,2">
              <v:shape style="position:absolute;left:7203;top:789;width:965;height:2" coordorigin="7203,789" coordsize="965,0" path="m7207,789l8172,789e" filled="f" stroked="t" strokeweight=".666667pt" strokecolor="#E6E6E6">
                <v:path arrowok="t"/>
              </v:shape>
            </v:group>
            <v:group style="position:absolute;left:8177;top:494;width:1826;height:288" coordorigin="8177,494" coordsize="1826,288">
              <v:shape style="position:absolute;left:8177;top:494;width:1826;height:288" coordorigin="8177,494" coordsize="1826,288" path="m8177,494l10003,494,10003,782,8177,782,8177,494e" filled="t" fillcolor="#E6E6E6" stroked="f">
                <v:path arrowok="t"/>
                <v:fill/>
              </v:shape>
            </v:group>
            <v:group style="position:absolute;left:8172;top:461;width:1836;height:2" coordorigin="8172,461" coordsize="1836,2">
              <v:shape style="position:absolute;left:8172;top:461;width:1836;height:2" coordorigin="8172,461" coordsize="1836,0" path="m8172,461l10008,461e" filled="f" stroked="t" strokeweight=".666667pt" strokecolor="#E6E6E6">
                <v:path arrowok="t"/>
              </v:shape>
            </v:group>
            <v:group style="position:absolute;left:8175;top:487;width:1829;height:2" coordorigin="8175,487" coordsize="1829,2">
              <v:shape style="position:absolute;left:8175;top:487;width:1829;height:2" coordorigin="8175,487" coordsize="1829,0" path="m8179,487l10008,487e" filled="f" stroked="t" strokeweight=".666667pt" strokecolor="#E6E6E6">
                <v:path arrowok="t"/>
              </v:shape>
            </v:group>
            <v:group style="position:absolute;left:8175;top:789;width:1829;height:2" coordorigin="8175,789" coordsize="1829,2">
              <v:shape style="position:absolute;left:8175;top:789;width:1829;height:2" coordorigin="8175,789" coordsize="1829,0" path="m8179,789l10008,789e" filled="f" stroked="t" strokeweight=".666667pt" strokecolor="#E6E6E6">
                <v:path arrowok="t"/>
              </v:shape>
            </v:group>
            <v:group style="position:absolute;left:10013;top:494;width:746;height:288" coordorigin="10013,494" coordsize="746,288">
              <v:shape style="position:absolute;left:10013;top:494;width:746;height:288" coordorigin="10013,494" coordsize="746,288" path="m10013,494l10759,494,10759,782,10013,782,10013,494e" filled="t" fillcolor="#E6E6E6" stroked="f">
                <v:path arrowok="t"/>
                <v:fill/>
              </v:shape>
            </v:group>
            <v:group style="position:absolute;left:10008;top:461;width:756;height:2" coordorigin="10008,461" coordsize="756,2">
              <v:shape style="position:absolute;left:10008;top:461;width:756;height:2" coordorigin="10008,461" coordsize="756,0" path="m10008,461l10764,461e" filled="f" stroked="t" strokeweight=".666667pt" strokecolor="#E6E6E6">
                <v:path arrowok="t"/>
              </v:shape>
            </v:group>
            <v:group style="position:absolute;left:10011;top:487;width:749;height:2" coordorigin="10011,487" coordsize="749,2">
              <v:shape style="position:absolute;left:10011;top:487;width:749;height:2" coordorigin="10011,487" coordsize="749,0" path="m10015,487l10764,487e" filled="f" stroked="t" strokeweight=".666667pt" strokecolor="#E6E6E6">
                <v:path arrowok="t"/>
              </v:shape>
            </v:group>
            <v:group style="position:absolute;left:10011;top:789;width:749;height:2" coordorigin="10011,789" coordsize="749,2">
              <v:shape style="position:absolute;left:10011;top:789;width:749;height:2" coordorigin="10011,789" coordsize="749,0" path="m10015,789l10764,789e" filled="f" stroked="t" strokeweight=".666667pt" strokecolor="#E6E6E6">
                <v:path arrowok="t"/>
              </v:shape>
            </v:group>
            <v:group style="position:absolute;left:10769;top:494;width:746;height:288" coordorigin="10769,494" coordsize="746,288">
              <v:shape style="position:absolute;left:10769;top:494;width:746;height:288" coordorigin="10769,494" coordsize="746,288" path="m10769,494l11515,494,11515,782,10769,782,10769,494e" filled="t" fillcolor="#E6E6E6" stroked="f">
                <v:path arrowok="t"/>
                <v:fill/>
              </v:shape>
            </v:group>
            <v:group style="position:absolute;left:10764;top:461;width:759;height:2" coordorigin="10764,461" coordsize="759,2">
              <v:shape style="position:absolute;left:10764;top:461;width:759;height:2" coordorigin="10764,461" coordsize="759,0" path="m10764,461l11523,461e" filled="f" stroked="t" strokeweight=".666667pt" strokecolor="#E6E6E6">
                <v:path arrowok="t"/>
              </v:shape>
            </v:group>
            <v:group style="position:absolute;left:10767;top:487;width:749;height:2" coordorigin="10767,487" coordsize="749,2">
              <v:shape style="position:absolute;left:10767;top:487;width:749;height:2" coordorigin="10767,487" coordsize="749,0" path="m10771,487l11520,487e" filled="f" stroked="t" strokeweight=".666667pt" strokecolor="#E6E6E6">
                <v:path arrowok="t"/>
              </v:shape>
            </v:group>
            <v:group style="position:absolute;left:11520;top:474;width:2;height:328" coordorigin="11520,474" coordsize="2,328">
              <v:shape style="position:absolute;left:11520;top:474;width:2;height:328" coordorigin="11520,474" coordsize="0,328" path="m11520,494l11520,822e" filled="f" stroked="t" strokeweight=".5pt" strokecolor="#FFFFFF">
                <v:path arrowok="t"/>
              </v:shape>
            </v:group>
            <v:group style="position:absolute;left:10767;top:789;width:749;height:2" coordorigin="10767,789" coordsize="749,2">
              <v:shape style="position:absolute;left:10767;top:789;width:749;height:2" coordorigin="10767,789" coordsize="749,0" path="m10771,789l11520,789e" filled="f" stroked="t" strokeweight=".666667pt" strokecolor="#E6E6E6">
                <v:path arrowok="t"/>
              </v:shape>
            </v:group>
            <v:group style="position:absolute;left:720;top:815;width:10800;height:2" coordorigin="720,815" coordsize="10800,2">
              <v:shape style="position:absolute;left:720;top:815;width:10800;height:2" coordorigin="720,815" coordsize="10800,0" path="m720,815l11520,815e" filled="f" stroked="t" strokeweight=".66669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Cases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footer="979" w:top="1360" w:bottom="1160" w:left="620" w:right="640"/>
          <w:footerReference w:type="default" r:id="rId5"/>
          <w:type w:val="continuous"/>
          <w:pgSz w:w="12240" w:h="15840"/>
        </w:sectPr>
      </w:pPr>
      <w:rPr/>
    </w:p>
    <w:p>
      <w:pPr>
        <w:spacing w:before="44" w:after="0" w:line="240" w:lineRule="auto"/>
        <w:ind w:left="205" w:right="-61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592003pt;margin-top:2.694932pt;width:37.957999pt;height:14.4pt;mso-position-horizontal-relative:page;mso-position-vertical-relative:paragraph;z-index:-651" type="#_x0000_t202" filled="f" stroked="f">
            <v:textbox inset="0,0,0,0">
              <w:txbxContent>
                <w:p>
                  <w:pPr>
                    <w:spacing w:before="0" w:after="0" w:line="128" w:lineRule="exact"/>
                    <w:ind w:right="-20"/>
                    <w:jc w:val="left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  <w:rPr/>
                  <w:r>
                    <w:rPr>
                      <w:rFonts w:ascii="Arial" w:hAnsi="Arial" w:cs="Arial" w:eastAsia="Arial"/>
                      <w:sz w:val="12"/>
                      <w:szCs w:val="12"/>
                      <w:color w:val="666666"/>
                      <w:spacing w:val="0"/>
                      <w:w w:val="100"/>
                      <w:b/>
                      <w:bCs/>
                    </w:rPr>
                    <w:t>on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Executi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Order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tabs>
          <w:tab w:pos="480" w:val="left"/>
          <w:tab w:pos="3020" w:val="left"/>
          <w:tab w:pos="4640" w:val="left"/>
          <w:tab w:pos="6580" w:val="left"/>
          <w:tab w:pos="8420" w:val="left"/>
          <w:tab w:pos="91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Case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Team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Area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  <w:cols w:num="2" w:equalWidth="0">
            <w:col w:w="632" w:space="430"/>
            <w:col w:w="9918"/>
          </w:cols>
        </w:sectPr>
      </w:pPr>
      <w:rPr/>
    </w:p>
    <w:p>
      <w:pPr>
        <w:spacing w:before="76" w:after="0" w:line="188" w:lineRule="exact"/>
        <w:ind w:left="200" w:right="-20"/>
        <w:jc w:val="left"/>
        <w:tabs>
          <w:tab w:pos="940" w:val="left"/>
          <w:tab w:pos="1680" w:val="left"/>
          <w:tab w:pos="4080" w:val="left"/>
          <w:tab w:pos="5700" w:val="left"/>
          <w:tab w:pos="7640" w:val="left"/>
          <w:tab w:pos="94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position w:val="-3"/>
        </w:rPr>
        <w:t>1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3"/>
        </w:rPr>
      </w:r>
      <w:hyperlink r:id="rId1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92768</w:t>
          <w:tab/>
        </w:r>
        <w:r>
          <w:rPr>
            <w:rFonts w:ascii="Times New Roman" w:hAnsi="Times New Roman" w:cs="Times New Roman" w:eastAsia="Times New Roman"/>
            <w:sz w:val="12"/>
            <w:szCs w:val="12"/>
            <w:color w:val="3087B3"/>
            <w:spacing w:val="0"/>
            <w:w w:val="100"/>
            <w:position w:val="-3"/>
          </w:rPr>
          <w:t>          </w:t>
        </w:r>
      </w:hyperlink>
      <w:r>
        <w:rPr>
          <w:rFonts w:ascii="Arial" w:hAnsi="Arial" w:cs="Arial" w:eastAsia="Arial"/>
          <w:sz w:val="12"/>
          <w:szCs w:val="12"/>
          <w:color w:val="3087B3"/>
          <w:spacing w:val="0"/>
          <w:w w:val="100"/>
          <w:position w:val="-3"/>
        </w:rPr>
        <w:pict>
          <v:shape style="width:8pt;height:8pt;mso-position-horizontal-relative:char;mso-position-vertical-relative:line" type="#_x0000_t75">
            <v:imagedata r:id="rId12" o:title=""/>
          </v:shape>
        </w:pict>
      </w:r>
      <w:hyperlink r:id="rId13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Menu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is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Tested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For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Display</w:t>
          <w:tab/>
        </w:r>
      </w:hyperlink>
      <w:hyperlink r:id="rId14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Dev1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Gold2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3"/>
        </w:rPr>
        <w:t>Draft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3"/>
        </w:rPr>
      </w:r>
      <w:hyperlink r:id="rId15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Menu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is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Tested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For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  <w:t>Display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3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Nov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19,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2" w:lineRule="exact"/>
        <w:ind w:right="1205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6.924963pt;width:539.999999pt;height:.1pt;mso-position-horizontal-relative:page;mso-position-vertical-relative:paragraph;z-index:-646" coordorigin="720,138" coordsize="10800,2">
            <v:shape style="position:absolute;left:720;top:138;width:10800;height:2" coordorigin="720,138" coordsize="10800,0" path="m720,138l11520,138e" filled="f" stroked="t" strokeweight=".500031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2015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10784pt;width:540.999999pt;height:15.000049pt;mso-position-horizontal-relative:page;mso-position-vertical-relative:paragraph;z-index:-645" coordorigin="710,422" coordsize="10820,300">
            <v:group style="position:absolute;left:725;top:462;width:962;height:220" coordorigin="725,462" coordsize="962,220">
              <v:shape style="position:absolute;left:725;top:462;width:962;height:220" coordorigin="725,462" coordsize="962,220" path="m725,462l1687,462,1687,682,725,682,725,462e" filled="t" fillcolor="#E6E6E6" stroked="f">
                <v:path arrowok="t"/>
                <v:fill/>
              </v:shape>
            </v:group>
            <v:group style="position:absolute;left:717;top:429;width:975;height:2" coordorigin="717,429" coordsize="975,2">
              <v:shape style="position:absolute;left:717;top:429;width:975;height:2" coordorigin="717,429" coordsize="975,0" path="m718,429l1694,429e" filled="f" stroked="t" strokeweight=".666667pt" strokecolor="#E6E6E6">
                <v:path arrowok="t"/>
              </v:shape>
            </v:group>
            <v:group style="position:absolute;left:723;top:455;width:965;height:2" coordorigin="723,455" coordsize="965,2">
              <v:shape style="position:absolute;left:723;top:455;width:965;height:2" coordorigin="723,455" coordsize="965,0" path="m732,455l1697,455e" filled="f" stroked="t" strokeweight=".666667pt" strokecolor="#E6E6E6">
                <v:path arrowok="t"/>
              </v:shape>
            </v:group>
            <v:group style="position:absolute;left:723;top:689;width:965;height:2" coordorigin="723,689" coordsize="965,2">
              <v:shape style="position:absolute;left:723;top:689;width:965;height:2" coordorigin="723,689" coordsize="965,0" path="m727,689l1692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1697;top:462;width:1286;height:220" coordorigin="1697,462" coordsize="1286,220">
              <v:shape style="position:absolute;left:1697;top:462;width:1286;height:220" coordorigin="1697,462" coordsize="1286,220" path="m1697,462l2983,462,2983,682,1697,682,1697,462e" filled="t" fillcolor="#E6E6E6" stroked="f">
                <v:path arrowok="t"/>
                <v:fill/>
              </v:shape>
            </v:group>
            <v:group style="position:absolute;left:1692;top:429;width:1296;height:2" coordorigin="1692,429" coordsize="1296,2">
              <v:shape style="position:absolute;left:1692;top:429;width:1296;height:2" coordorigin="1692,429" coordsize="1296,0" path="m1692,429l2988,429e" filled="f" stroked="t" strokeweight=".666667pt" strokecolor="#E6E6E6">
                <v:path arrowok="t"/>
              </v:shape>
            </v:group>
            <v:group style="position:absolute;left:1695;top:455;width:1289;height:2" coordorigin="1695,455" coordsize="1289,2">
              <v:shape style="position:absolute;left:1695;top:455;width:1289;height:2" coordorigin="1695,455" coordsize="1289,0" path="m1699,455l2988,455e" filled="f" stroked="t" strokeweight=".666667pt" strokecolor="#E6E6E6">
                <v:path arrowok="t"/>
              </v:shape>
            </v:group>
            <v:group style="position:absolute;left:1695;top:689;width:1289;height:2" coordorigin="1695,689" coordsize="1289,2">
              <v:shape style="position:absolute;left:1695;top:689;width:1289;height:2" coordorigin="1695,689" coordsize="1289,0" path="m1699,689l2988,689e" filled="f" stroked="t" strokeweight=".666667pt" strokecolor="#E6E6E6">
                <v:path arrowok="t"/>
              </v:shape>
            </v:group>
            <v:group style="position:absolute;left:2993;top:462;width:1718;height:220" coordorigin="2993,462" coordsize="1718,220">
              <v:shape style="position:absolute;left:2993;top:462;width:1718;height:220" coordorigin="2993,462" coordsize="1718,220" path="m2993,462l4711,462,4711,682,2993,682,2993,462e" filled="t" fillcolor="#E6E6E6" stroked="f">
                <v:path arrowok="t"/>
                <v:fill/>
              </v:shape>
            </v:group>
            <v:group style="position:absolute;left:2988;top:429;width:1728;height:2" coordorigin="2988,429" coordsize="1728,2">
              <v:shape style="position:absolute;left:2988;top:429;width:1728;height:2" coordorigin="2988,429" coordsize="1728,0" path="m2988,429l4716,429e" filled="f" stroked="t" strokeweight=".666667pt" strokecolor="#E6E6E6">
                <v:path arrowok="t"/>
              </v:shape>
            </v:group>
            <v:group style="position:absolute;left:2991;top:455;width:1721;height:2" coordorigin="2991,455" coordsize="1721,2">
              <v:shape style="position:absolute;left:2991;top:455;width:1721;height:2" coordorigin="2991,455" coordsize="1721,0" path="m2995,455l4716,455e" filled="f" stroked="t" strokeweight=".666667pt" strokecolor="#E6E6E6">
                <v:path arrowok="t"/>
              </v:shape>
            </v:group>
            <v:group style="position:absolute;left:2991;top:689;width:1721;height:2" coordorigin="2991,689" coordsize="1721,2">
              <v:shape style="position:absolute;left:2991;top:689;width:1721;height:2" coordorigin="2991,689" coordsize="1721,0" path="m2995,689l4716,689e" filled="f" stroked="t" strokeweight=".666667pt" strokecolor="#E6E6E6">
                <v:path arrowok="t"/>
              </v:shape>
            </v:group>
            <v:group style="position:absolute;left:4721;top:462;width:1718;height:220" coordorigin="4721,462" coordsize="1718,220">
              <v:shape style="position:absolute;left:4721;top:462;width:1718;height:220" coordorigin="4721,462" coordsize="1718,220" path="m4721,462l6439,462,6439,682,4721,682,4721,462e" filled="t" fillcolor="#E6E6E6" stroked="f">
                <v:path arrowok="t"/>
                <v:fill/>
              </v:shape>
            </v:group>
            <v:group style="position:absolute;left:4716;top:429;width:1728;height:2" coordorigin="4716,429" coordsize="1728,2">
              <v:shape style="position:absolute;left:4716;top:429;width:1728;height:2" coordorigin="4716,429" coordsize="1728,0" path="m4716,429l6444,429e" filled="f" stroked="t" strokeweight=".666667pt" strokecolor="#E6E6E6">
                <v:path arrowok="t"/>
              </v:shape>
            </v:group>
            <v:group style="position:absolute;left:4719;top:455;width:1721;height:2" coordorigin="4719,455" coordsize="1721,2">
              <v:shape style="position:absolute;left:4719;top:455;width:1721;height:2" coordorigin="4719,455" coordsize="1721,0" path="m4723,455l6444,455e" filled="f" stroked="t" strokeweight=".666667pt" strokecolor="#E6E6E6">
                <v:path arrowok="t"/>
              </v:shape>
            </v:group>
            <v:group style="position:absolute;left:4719;top:689;width:1721;height:2" coordorigin="4719,689" coordsize="1721,2">
              <v:shape style="position:absolute;left:4719;top:689;width:1721;height:2" coordorigin="4719,689" coordsize="1721,0" path="m4723,689l6444,689e" filled="f" stroked="t" strokeweight=".666667pt" strokecolor="#E6E6E6">
                <v:path arrowok="t"/>
              </v:shape>
            </v:group>
            <v:group style="position:absolute;left:6449;top:462;width:1502;height:220" coordorigin="6449,462" coordsize="1502,220">
              <v:shape style="position:absolute;left:6449;top:462;width:1502;height:220" coordorigin="6449,462" coordsize="1502,220" path="m6449,462l7951,462,7951,682,6449,682,6449,462e" filled="t" fillcolor="#E6E6E6" stroked="f">
                <v:path arrowok="t"/>
                <v:fill/>
              </v:shape>
            </v:group>
            <v:group style="position:absolute;left:6444;top:429;width:1512;height:2" coordorigin="6444,429" coordsize="1512,2">
              <v:shape style="position:absolute;left:6444;top:429;width:1512;height:2" coordorigin="6444,429" coordsize="1512,0" path="m6444,429l7956,429e" filled="f" stroked="t" strokeweight=".666667pt" strokecolor="#E6E6E6">
                <v:path arrowok="t"/>
              </v:shape>
            </v:group>
            <v:group style="position:absolute;left:6447;top:455;width:1505;height:2" coordorigin="6447,455" coordsize="1505,2">
              <v:shape style="position:absolute;left:6447;top:455;width:1505;height:2" coordorigin="6447,455" coordsize="1505,0" path="m6451,455l7956,455e" filled="f" stroked="t" strokeweight=".666667pt" strokecolor="#E6E6E6">
                <v:path arrowok="t"/>
              </v:shape>
            </v:group>
            <v:group style="position:absolute;left:6447;top:689;width:1505;height:2" coordorigin="6447,689" coordsize="1505,2">
              <v:shape style="position:absolute;left:6447;top:689;width:1505;height:2" coordorigin="6447,689" coordsize="1505,0" path="m6451,689l7956,689e" filled="f" stroked="t" strokeweight=".666667pt" strokecolor="#E6E6E6">
                <v:path arrowok="t"/>
              </v:shape>
            </v:group>
            <v:group style="position:absolute;left:7961;top:462;width:1178;height:220" coordorigin="7961,462" coordsize="1178,220">
              <v:shape style="position:absolute;left:7961;top:462;width:1178;height:220" coordorigin="7961,462" coordsize="1178,220" path="m7961,462l9139,462,9139,682,7961,682,7961,462e" filled="t" fillcolor="#E6E6E6" stroked="f">
                <v:path arrowok="t"/>
                <v:fill/>
              </v:shape>
            </v:group>
            <v:group style="position:absolute;left:7956;top:429;width:1188;height:2" coordorigin="7956,429" coordsize="1188,2">
              <v:shape style="position:absolute;left:7956;top:429;width:1188;height:2" coordorigin="7956,429" coordsize="1188,0" path="m7956,429l9144,429e" filled="f" stroked="t" strokeweight=".666667pt" strokecolor="#E6E6E6">
                <v:path arrowok="t"/>
              </v:shape>
            </v:group>
            <v:group style="position:absolute;left:7959;top:455;width:1181;height:2" coordorigin="7959,455" coordsize="1181,2">
              <v:shape style="position:absolute;left:7959;top:455;width:1181;height:2" coordorigin="7959,455" coordsize="1181,0" path="m7963,455l9144,455e" filled="f" stroked="t" strokeweight=".666667pt" strokecolor="#E6E6E6">
                <v:path arrowok="t"/>
              </v:shape>
            </v:group>
            <v:group style="position:absolute;left:7959;top:689;width:1181;height:2" coordorigin="7959,689" coordsize="1181,2">
              <v:shape style="position:absolute;left:7959;top:689;width:1181;height:2" coordorigin="7959,689" coordsize="1181,0" path="m7963,689l9144,689e" filled="f" stroked="t" strokeweight=".666667pt" strokecolor="#E6E6E6">
                <v:path arrowok="t"/>
              </v:shape>
            </v:group>
            <v:group style="position:absolute;left:9149;top:462;width:1394;height:220" coordorigin="9149,462" coordsize="1394,220">
              <v:shape style="position:absolute;left:9149;top:462;width:1394;height:220" coordorigin="9149,462" coordsize="1394,220" path="m9149,462l10543,462,10543,682,9149,682,9149,462e" filled="t" fillcolor="#E6E6E6" stroked="f">
                <v:path arrowok="t"/>
                <v:fill/>
              </v:shape>
            </v:group>
            <v:group style="position:absolute;left:9144;top:429;width:1404;height:2" coordorigin="9144,429" coordsize="1404,2">
              <v:shape style="position:absolute;left:9144;top:429;width:1404;height:2" coordorigin="9144,429" coordsize="1404,0" path="m9144,429l10548,429e" filled="f" stroked="t" strokeweight=".666667pt" strokecolor="#E6E6E6">
                <v:path arrowok="t"/>
              </v:shape>
            </v:group>
            <v:group style="position:absolute;left:9147;top:455;width:1397;height:2" coordorigin="9147,455" coordsize="1397,2">
              <v:shape style="position:absolute;left:9147;top:455;width:1397;height:2" coordorigin="9147,455" coordsize="1397,0" path="m9151,455l10548,455e" filled="f" stroked="t" strokeweight=".666667pt" strokecolor="#E6E6E6">
                <v:path arrowok="t"/>
              </v:shape>
            </v:group>
            <v:group style="position:absolute;left:9147;top:689;width:1397;height:2" coordorigin="9147,689" coordsize="1397,2">
              <v:shape style="position:absolute;left:9147;top:689;width:1397;height:2" coordorigin="9147,689" coordsize="1397,0" path="m9151,689l10548,689e" filled="f" stroked="t" strokeweight=".666667pt" strokecolor="#E6E6E6">
                <v:path arrowok="t"/>
              </v:shape>
            </v:group>
            <v:group style="position:absolute;left:10553;top:462;width:962;height:220" coordorigin="10553,462" coordsize="962,220">
              <v:shape style="position:absolute;left:10553;top:462;width:962;height:220" coordorigin="10553,462" coordsize="962,220" path="m10553,462l11515,462,11515,682,10553,682,10553,462e" filled="t" fillcolor="#E6E6E6" stroked="f">
                <v:path arrowok="t"/>
                <v:fill/>
              </v:shape>
            </v:group>
            <v:group style="position:absolute;left:10548;top:429;width:975;height:2" coordorigin="10548,429" coordsize="975,2">
              <v:shape style="position:absolute;left:10548;top:429;width:975;height:2" coordorigin="10548,429" coordsize="975,0" path="m10548,429l11523,429e" filled="f" stroked="t" strokeweight=".666667pt" strokecolor="#E6E6E6">
                <v:path arrowok="t"/>
              </v:shape>
            </v:group>
            <v:group style="position:absolute;left:10551;top:455;width:965;height:2" coordorigin="10551,455" coordsize="965,2">
              <v:shape style="position:absolute;left:10551;top:455;width:965;height:2" coordorigin="10551,455" coordsize="965,0" path="m10555,455l11520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10551;top:689;width:965;height:2" coordorigin="10551,689" coordsize="965,2">
              <v:shape style="position:absolute;left:10551;top:689;width:965;height:2" coordorigin="10551,689" coordsize="965,0" path="m10555,689l11520,689e" filled="f" stroked="t" strokeweight=".666667pt" strokecolor="#E6E6E6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70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Suite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76" w:right="-20"/>
        <w:jc w:val="left"/>
        <w:tabs>
          <w:tab w:pos="1560" w:val="left"/>
          <w:tab w:pos="2460" w:val="left"/>
          <w:tab w:pos="4200" w:val="left"/>
          <w:tab w:pos="5920" w:val="left"/>
          <w:tab w:pos="7440" w:val="left"/>
          <w:tab w:pos="8620" w:val="left"/>
          <w:tab w:pos="100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9pt;width:541.000001pt;height:14.999995pt;mso-position-horizontal-relative:page;mso-position-vertical-relative:paragraph;z-index:-644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7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40"/>
        </w:sectPr>
      </w:pPr>
      <w:rPr/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/>
        <w:pict>
          <v:group style="position:absolute;margin-left:35.5pt;margin-top:104.199997pt;width:541.000001pt;height:14.999988pt;mso-position-horizontal-relative:page;mso-position-vertical-relative:page;z-index:-643" coordorigin="710,2084" coordsize="10820,300">
            <v:group style="position:absolute;left:725;top:2124;width:5390;height:220" coordorigin="725,2124" coordsize="5390,220">
              <v:shape style="position:absolute;left:725;top:2124;width:5390;height:220" coordorigin="725,2124" coordsize="5390,220" path="m725,2124l6115,2124,6115,2344,725,2344,725,2124e" filled="t" fillcolor="#E6E6E6" stroked="f">
                <v:path arrowok="t"/>
                <v:fill/>
              </v:shape>
            </v:group>
            <v:group style="position:absolute;left:717;top:2091;width:5403;height:2" coordorigin="717,2091" coordsize="5403,2">
              <v:shape style="position:absolute;left:717;top:2091;width:5403;height:2" coordorigin="717,2091" coordsize="5403,0" path="m718,2091l6122,2091e" filled="f" stroked="t" strokeweight=".666667pt" strokecolor="#E6E6E6">
                <v:path arrowok="t"/>
              </v:shape>
            </v:group>
            <v:group style="position:absolute;left:723;top:2117;width:5393;height:2" coordorigin="723,2117" coordsize="5393,2">
              <v:shape style="position:absolute;left:723;top:2117;width:5393;height:2" coordorigin="723,2117" coordsize="5393,0" path="m732,2117l6125,2117e" filled="f" stroked="t" strokeweight=".666667pt" strokecolor="#E6E6E6">
                <v:path arrowok="t"/>
              </v:shape>
            </v:group>
            <v:group style="position:absolute;left:723;top:2351;width:5393;height:2" coordorigin="723,2351" coordsize="5393,2">
              <v:shape style="position:absolute;left:723;top:2351;width:5393;height:2" coordorigin="723,2351" coordsize="5393,0" path="m727,2351l6120,2351e" filled="f" stroked="t" strokeweight=".666667pt" strokecolor="#E6E6E6">
                <v:path arrowok="t"/>
              </v:shape>
            </v:group>
            <v:group style="position:absolute;left:720;top:2104;width:2;height:260" coordorigin="720,2104" coordsize="2,260">
              <v:shape style="position:absolute;left:720;top:2104;width:2;height:260" coordorigin="720,2104" coordsize="0,260" path="m720,2124l720,2384e" filled="f" stroked="t" strokeweight=".5pt" strokecolor="#FFFFFF">
                <v:path arrowok="t"/>
              </v:shape>
            </v:group>
            <v:group style="position:absolute;left:6125;top:2124;width:5390;height:220" coordorigin="6125,2124" coordsize="5390,220">
              <v:shape style="position:absolute;left:6125;top:2124;width:5390;height:220" coordorigin="6125,2124" coordsize="5390,220" path="m6125,2124l11515,2124,11515,2344,6125,2344,6125,2124e" filled="t" fillcolor="#E6E6E6" stroked="f">
                <v:path arrowok="t"/>
                <v:fill/>
              </v:shape>
            </v:group>
            <v:group style="position:absolute;left:6120;top:2091;width:5403;height:2" coordorigin="6120,2091" coordsize="5403,2">
              <v:shape style="position:absolute;left:6120;top:2091;width:5403;height:2" coordorigin="6120,2091" coordsize="5403,0" path="m6120,2091l11523,2091e" filled="f" stroked="t" strokeweight=".666667pt" strokecolor="#E6E6E6">
                <v:path arrowok="t"/>
              </v:shape>
            </v:group>
            <v:group style="position:absolute;left:6123;top:2117;width:5393;height:2" coordorigin="6123,2117" coordsize="5393,2">
              <v:shape style="position:absolute;left:6123;top:2117;width:5393;height:2" coordorigin="6123,2117" coordsize="5393,0" path="m6127,2117l11520,2117e" filled="f" stroked="t" strokeweight=".666667pt" strokecolor="#E6E6E6">
                <v:path arrowok="t"/>
              </v:shape>
            </v:group>
            <v:group style="position:absolute;left:11520;top:2104;width:2;height:260" coordorigin="11520,2104" coordsize="2,260">
              <v:shape style="position:absolute;left:11520;top:2104;width:2;height:260" coordorigin="11520,2104" coordsize="0,260" path="m11520,2124l11520,2384e" filled="f" stroked="t" strokeweight=".5pt" strokecolor="#FFFFFF">
                <v:path arrowok="t"/>
              </v:shape>
            </v:group>
            <v:group style="position:absolute;left:6123;top:2351;width:5393;height:2" coordorigin="6123,2351" coordsize="5393,2">
              <v:shape style="position:absolute;left:6123;top:2351;width:5393;height:2" coordorigin="6123,2351" coordsize="5393,0" path="m6127,2351l11520,2351e" filled="f" stroked="t" strokeweight=".666667pt" strokecolor="#E6E6E6">
                <v:path arrowok="t"/>
              </v:shape>
            </v:group>
            <v:group style="position:absolute;left:720;top:2377;width:10800;height:2" coordorigin="720,2377" coordsize="10800,2">
              <v:shape style="position:absolute;left:720;top:2377;width:10800;height:2" coordorigin="720,2377" coordsize="10800,0" path="m720,2377l11520,237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sz w:val="14"/>
          <w:szCs w:val="14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480" w:bottom="1160" w:left="620" w:right="134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642" type="#_x0000_t75">
            <v:imagedata r:id="rId17" o:title=""/>
          </v:shape>
        </w:pict>
      </w:r>
      <w:hyperlink r:id="rId18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92768: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Menu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is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Tested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For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Display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Creator: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96" w:lineRule="auto"/>
        <w:ind w:left="100" w:right="2783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Last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Modified: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19,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7:47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AM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Creation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Date: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Nov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18,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2015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3:21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PM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Priority: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pict>
          <v:shape style="width:8pt;height:8pt;mso-position-horizontal-relative:char;mso-position-vertical-relative:line" type="#_x0000_t75">
            <v:imagedata r:id="rId19" o:title=""/>
          </v:shape>
        </w:pic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6" w:lineRule="exact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case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correctly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before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remediated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installed.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Intake: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016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NSR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20131108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Remove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ListManager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Restrictions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Mnemonics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Types: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Regression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Estimate: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sec</w:t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Weight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*</w:t>
      </w:r>
      <w:r>
        <w:rPr>
          <w:rFonts w:ascii="Arial" w:hAnsi="Arial" w:cs="Arial" w:eastAsia="Arial"/>
          <w:sz w:val="16"/>
          <w:szCs w:val="16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100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Design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250004pt;margin-top:-24.692099pt;width:541.499996pt;height:13.599956pt;mso-position-horizontal-relative:page;mso-position-vertical-relative:paragraph;z-index:-641" coordorigin="705,-494" coordsize="10830,272">
            <v:group style="position:absolute;left:720;top:-454;width:10800;height:192" coordorigin="720,-454" coordsize="10800,192">
              <v:shape style="position:absolute;left:720;top:-454;width:10800;height:192" coordorigin="720,-454" coordsize="10800,192" path="m720,-454l11520,-454,11520,-262,720,-262,720,-454e" filled="t" fillcolor="#E6E6E6" stroked="f">
                <v:path arrowok="t"/>
                <v:fill/>
              </v:shape>
            </v:group>
            <v:group style="position:absolute;left:712;top:-487;width:10817;height:2" coordorigin="712,-487" coordsize="10817,2">
              <v:shape style="position:absolute;left:712;top:-487;width:10817;height:2" coordorigin="712,-487" coordsize="10817,0" path="m713,-487l11530,-487e" filled="f" stroked="t" strokeweight=".666667pt" strokecolor="#E6E6E6">
                <v:path arrowok="t"/>
              </v:shape>
            </v:group>
            <v:group style="position:absolute;left:718;top:-461;width:10803;height:2" coordorigin="718,-461" coordsize="10803,2">
              <v:shape style="position:absolute;left:718;top:-461;width:10803;height:2" coordorigin="718,-461" coordsize="10803,0" path="m727,-461l11530,-461e" filled="f" stroked="t" strokeweight=".666667pt" strokecolor="#E6E6E6">
                <v:path arrowok="t"/>
              </v:shape>
            </v:group>
            <v:group style="position:absolute;left:11525;top:-474;width:2;height:232" coordorigin="11525,-474" coordsize="2,232">
              <v:shape style="position:absolute;left:11525;top:-474;width:2;height:232" coordorigin="11525,-474" coordsize="0,232" path="m11525,-454l11525,-222e" filled="f" stroked="t" strokeweight=".5pt" strokecolor="#FFFFFF">
                <v:path arrowok="t"/>
              </v:shape>
            </v:group>
            <v:group style="position:absolute;left:718;top:-255;width:10803;height:2" coordorigin="718,-255" coordsize="10803,2">
              <v:shape style="position:absolute;left:718;top:-255;width:10803;height:2" coordorigin="718,-255" coordsize="10803,0" path="m727,-255l11530,-255e" filled="f" stroked="t" strokeweight=".666667pt" strokecolor="#E6E6E6">
                <v:path arrowok="t"/>
              </v:shape>
            </v:group>
            <v:group style="position:absolute;left:712;top:-229;width:10817;height:2" coordorigin="712,-229" coordsize="10817,2">
              <v:shape style="position:absolute;left:712;top:-229;width:10817;height:2" coordorigin="712,-229" coordsize="10817,0" path="m713,-229l11530,-229e" filled="f" stroked="t" strokeweight=".666667pt" strokecolor="#E6E6E6">
                <v:path arrowok="t"/>
              </v:shape>
            </v:group>
            <v:group style="position:absolute;left:715;top:-474;width:2;height:232" coordorigin="715,-474" coordsize="2,232">
              <v:shape style="position:absolute;left:715;top:-474;width:2;height:232" coordorigin="715,-474" coordsize="0,232" path="m715,-454l715,-222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21.107876pt;width:541.000001pt;height:15.000001pt;mso-position-horizontal-relative:page;mso-position-vertical-relative:paragraph;z-index:-640" coordorigin="710,422" coordsize="10820,300">
            <v:group style="position:absolute;left:725;top:462;width:10790;height:220" coordorigin="725,462" coordsize="10790,220">
              <v:shape style="position:absolute;left:725;top:462;width:10790;height:220" coordorigin="725,462" coordsize="10790,220" path="m725,462l11515,462,11515,682,725,682,725,462e" filled="t" fillcolor="#E6E6E6" stroked="f">
                <v:path arrowok="t"/>
                <v:fill/>
              </v:shape>
            </v:group>
            <v:group style="position:absolute;left:717;top:429;width:10807;height:2" coordorigin="717,429" coordsize="10807,2">
              <v:shape style="position:absolute;left:717;top:429;width:10807;height:2" coordorigin="717,429" coordsize="10807,0" path="m718,429l11525,429e" filled="f" stroked="t" strokeweight=".666667pt" strokecolor="#E6E6E6">
                <v:path arrowok="t"/>
              </v:shape>
            </v:group>
            <v:group style="position:absolute;left:723;top:455;width:10793;height:2" coordorigin="723,455" coordsize="10793,2">
              <v:shape style="position:absolute;left:723;top:455;width:10793;height:2" coordorigin="723,455" coordsize="10793,0" path="m732,455l11525,455e" filled="f" stroked="t" strokeweight=".666667pt" strokecolor="#E6E6E6">
                <v:path arrowok="t"/>
              </v:shape>
            </v:group>
            <v:group style="position:absolute;left:11520;top:442;width:2;height:260" coordorigin="11520,442" coordsize="2,260">
              <v:shape style="position:absolute;left:11520;top:442;width:2;height:260" coordorigin="11520,442" coordsize="0,260" path="m11520,462l11520,722e" filled="f" stroked="t" strokeweight=".5pt" strokecolor="#FFFFFF">
                <v:path arrowok="t"/>
              </v:shape>
            </v:group>
            <v:group style="position:absolute;left:723;top:689;width:10793;height:2" coordorigin="723,689" coordsize="10793,2">
              <v:shape style="position:absolute;left:723;top:689;width:10793;height:2" coordorigin="723,689" coordsize="10793,0" path="m727,689l11520,689e" filled="f" stroked="t" strokeweight=".666667pt" strokecolor="#E6E6E6">
                <v:path arrowok="t"/>
              </v:shape>
            </v:group>
            <v:group style="position:absolute;left:720;top:442;width:2;height:260" coordorigin="720,442" coordsize="2,260">
              <v:shape style="position:absolute;left:720;top:442;width:2;height:260" coordorigin="720,442" coordsize="0,260" path="m720,462l720,722e" filled="f" stroked="t" strokeweight=".5pt" strokecolor="#FFFFFF">
                <v:path arrowok="t"/>
              </v:shape>
            </v:group>
            <v:group style="position:absolute;left:720;top:715;width:10800;height:2" coordorigin="720,715" coordsize="10800,2">
              <v:shape style="position:absolute;left:720;top:715;width:10800;height:2" coordorigin="720,715" coordsize="10800,0" path="m720,715l11520,715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65pt;width:541.000001pt;height:15.000001pt;mso-position-horizontal-relative:page;mso-position-vertical-relative:paragraph;z-index:-639" coordorigin="710,454" coordsize="10820,300">
            <v:group style="position:absolute;left:725;top:494;width:10790;height:220" coordorigin="725,494" coordsize="10790,220">
              <v:shape style="position:absolute;left:725;top:494;width:10790;height:220" coordorigin="725,494" coordsize="10790,220" path="m725,494l11515,494,11515,714,725,714,725,494e" filled="t" fillcolor="#E6E6E6" stroked="f">
                <v:path arrowok="t"/>
                <v:fill/>
              </v:shape>
            </v:group>
            <v:group style="position:absolute;left:717;top:461;width:10807;height:2" coordorigin="717,461" coordsize="10807,2">
              <v:shape style="position:absolute;left:717;top:461;width:10807;height:2" coordorigin="717,461" coordsize="10807,0" path="m718,461l11525,461e" filled="f" stroked="t" strokeweight=".666667pt" strokecolor="#E6E6E6">
                <v:path arrowok="t"/>
              </v:shape>
            </v:group>
            <v:group style="position:absolute;left:723;top:487;width:10793;height:2" coordorigin="723,487" coordsize="10793,2">
              <v:shape style="position:absolute;left:723;top:487;width:10793;height:2" coordorigin="723,487" coordsize="10793,0" path="m732,487l11525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723;top:721;width:10793;height:2" coordorigin="723,721" coordsize="10793,2">
              <v:shape style="position:absolute;left:723;top:721;width:10793;height:2" coordorigin="723,721" coordsize="10793,0" path="m727,721l115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Requirement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Links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205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5.5pt;margin-top:1.653907pt;width:541.000001pt;height:22.605986pt;mso-position-horizontal-relative:page;mso-position-vertical-relative:paragraph;z-index:-638" coordorigin="710,33" coordsize="10820,452">
            <v:shape style="position:absolute;left:2143;top:33;width:585;height:117" type="#_x0000_t75">
              <v:imagedata r:id="rId20" o:title=""/>
            </v:shape>
            <v:group style="position:absolute;left:725;top:225;width:3590;height:220" coordorigin="725,225" coordsize="3590,220">
              <v:shape style="position:absolute;left:725;top:225;width:3590;height:220" coordorigin="725,225" coordsize="3590,220" path="m725,225l4315,225,4315,445,725,445,725,225e" filled="t" fillcolor="#E6E6E6" stroked="f">
                <v:path arrowok="t"/>
                <v:fill/>
              </v:shape>
            </v:group>
            <v:group style="position:absolute;left:717;top:192;width:3603;height:2" coordorigin="717,192" coordsize="3603,2">
              <v:shape style="position:absolute;left:717;top:192;width:3603;height:2" coordorigin="717,192" coordsize="3603,0" path="m718,192l4322,192e" filled="f" stroked="t" strokeweight=".666667pt" strokecolor="#E6E6E6">
                <v:path arrowok="t"/>
              </v:shape>
            </v:group>
            <v:group style="position:absolute;left:723;top:219;width:3593;height:2" coordorigin="723,219" coordsize="3593,2">
              <v:shape style="position:absolute;left:723;top:219;width:3593;height:2" coordorigin="723,219" coordsize="3593,0" path="m732,219l4325,219e" filled="f" stroked="t" strokeweight=".666667pt" strokecolor="#E6E6E6">
                <v:path arrowok="t"/>
              </v:shape>
            </v:group>
            <v:group style="position:absolute;left:723;top:452;width:3593;height:2" coordorigin="723,452" coordsize="3593,2">
              <v:shape style="position:absolute;left:723;top:452;width:3593;height:2" coordorigin="723,452" coordsize="3593,0" path="m727,452l4320,452e" filled="f" stroked="t" strokeweight=".666667pt" strokecolor="#E6E6E6">
                <v:path arrowok="t"/>
              </v:shape>
            </v:group>
            <v:group style="position:absolute;left:720;top:205;width:2;height:260" coordorigin="720,205" coordsize="2,260">
              <v:shape style="position:absolute;left:720;top:205;width:2;height:260" coordorigin="720,205" coordsize="0,260" path="m720,225l720,485e" filled="f" stroked="t" strokeweight=".5pt" strokecolor="#FFFFFF">
                <v:path arrowok="t"/>
              </v:shape>
            </v:group>
            <v:group style="position:absolute;left:4325;top:225;width:3590;height:220" coordorigin="4325,225" coordsize="3590,220">
              <v:shape style="position:absolute;left:4325;top:225;width:3590;height:220" coordorigin="4325,225" coordsize="3590,220" path="m4325,225l7915,225,7915,445,4325,445,4325,225e" filled="t" fillcolor="#E6E6E6" stroked="f">
                <v:path arrowok="t"/>
                <v:fill/>
              </v:shape>
            </v:group>
            <v:group style="position:absolute;left:4320;top:192;width:3600;height:2" coordorigin="4320,192" coordsize="3600,2">
              <v:shape style="position:absolute;left:4320;top:192;width:3600;height:2" coordorigin="4320,192" coordsize="3600,0" path="m4320,192l7920,192e" filled="f" stroked="t" strokeweight=".666667pt" strokecolor="#E6E6E6">
                <v:path arrowok="t"/>
              </v:shape>
            </v:group>
            <v:group style="position:absolute;left:4323;top:219;width:3593;height:2" coordorigin="4323,219" coordsize="3593,2">
              <v:shape style="position:absolute;left:4323;top:219;width:3593;height:2" coordorigin="4323,219" coordsize="3593,0" path="m4327,219l7920,219e" filled="f" stroked="t" strokeweight=".666667pt" strokecolor="#E6E6E6">
                <v:path arrowok="t"/>
              </v:shape>
            </v:group>
            <v:group style="position:absolute;left:4323;top:452;width:3593;height:2" coordorigin="4323,452" coordsize="3593,2">
              <v:shape style="position:absolute;left:4323;top:452;width:3593;height:2" coordorigin="4323,452" coordsize="3593,0" path="m4327,452l7920,452e" filled="f" stroked="t" strokeweight=".666667pt" strokecolor="#E6E6E6">
                <v:path arrowok="t"/>
              </v:shape>
            </v:group>
            <v:group style="position:absolute;left:7925;top:225;width:3590;height:220" coordorigin="7925,225" coordsize="3590,220">
              <v:shape style="position:absolute;left:7925;top:225;width:3590;height:220" coordorigin="7925,225" coordsize="3590,220" path="m7925,225l11515,225,11515,445,7925,445,7925,225e" filled="t" fillcolor="#E6E6E6" stroked="f">
                <v:path arrowok="t"/>
                <v:fill/>
              </v:shape>
            </v:group>
            <v:group style="position:absolute;left:7920;top:192;width:3603;height:2" coordorigin="7920,192" coordsize="3603,2">
              <v:shape style="position:absolute;left:7920;top:192;width:3603;height:2" coordorigin="7920,192" coordsize="3603,0" path="m7920,192l11523,192e" filled="f" stroked="t" strokeweight=".666667pt" strokecolor="#E6E6E6">
                <v:path arrowok="t"/>
              </v:shape>
            </v:group>
            <v:group style="position:absolute;left:7923;top:219;width:3593;height:2" coordorigin="7923,219" coordsize="3593,2">
              <v:shape style="position:absolute;left:7923;top:219;width:3593;height:2" coordorigin="7923,219" coordsize="3593,0" path="m7927,219l11520,219e" filled="f" stroked="t" strokeweight=".666667pt" strokecolor="#E6E6E6">
                <v:path arrowok="t"/>
              </v:shape>
            </v:group>
            <v:group style="position:absolute;left:11520;top:205;width:2;height:260" coordorigin="11520,205" coordsize="2,260">
              <v:shape style="position:absolute;left:11520;top:205;width:2;height:260" coordorigin="11520,205" coordsize="0,260" path="m11520,225l11520,485e" filled="f" stroked="t" strokeweight=".5pt" strokecolor="#FFFFFF">
                <v:path arrowok="t"/>
              </v:shape>
            </v:group>
            <v:group style="position:absolute;left:7923;top:452;width:3593;height:2" coordorigin="7923,452" coordsize="3593,2">
              <v:shape style="position:absolute;left:7923;top:452;width:3593;height:2" coordorigin="7923,452" coordsize="3593,0" path="m7927,452l11520,452e" filled="f" stroked="t" strokeweight=".666667pt" strokecolor="#E6E6E6">
                <v:path arrowok="t"/>
              </v:shape>
            </v:group>
            <v:group style="position:absolute;left:720;top:479;width:10800;height:2" coordorigin="720,479" coordsize="10800,2">
              <v:shape style="position:absolute;left:720;top:479;width:10800;height:2" coordorigin="720,479" coordsize="10800,0" path="m720,479l11520,479e" filled="f" stroked="t" strokeweight=".666672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Risk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Assessment: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69" w:after="0" w:line="135" w:lineRule="exact"/>
        <w:ind w:left="205" w:right="-20"/>
        <w:jc w:val="left"/>
        <w:tabs>
          <w:tab w:pos="3800" w:val="left"/>
          <w:tab w:pos="74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Risk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Importance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Mitigation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478" w:lineRule="auto"/>
        <w:ind w:left="100" w:right="900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Pre-Condition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Post-Condition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Expected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Results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1.45784pt;width:540.999998pt;height:15.000049pt;mso-position-horizontal-relative:page;mso-position-vertical-relative:paragraph;z-index:-637" coordorigin="710,429" coordsize="10820,300">
            <v:group style="position:absolute;left:725;top:469;width:638;height:220" coordorigin="725,469" coordsize="638,220">
              <v:shape style="position:absolute;left:725;top:469;width:638;height:220" coordorigin="725,469" coordsize="638,220" path="m725,469l1363,469,1363,689,725,689,725,469e" filled="t" fillcolor="#E6E6E6" stroked="f">
                <v:path arrowok="t"/>
                <v:fill/>
              </v:shape>
            </v:group>
            <v:group style="position:absolute;left:717;top:436;width:651;height:2" coordorigin="717,436" coordsize="651,2">
              <v:shape style="position:absolute;left:717;top:436;width:651;height:2" coordorigin="717,436" coordsize="651,0" path="m718,436l1370,436e" filled="f" stroked="t" strokeweight=".666667pt" strokecolor="#E6E6E6">
                <v:path arrowok="t"/>
              </v:shape>
            </v:group>
            <v:group style="position:absolute;left:723;top:462;width:641;height:2" coordorigin="723,462" coordsize="641,2">
              <v:shape style="position:absolute;left:723;top:462;width:641;height:2" coordorigin="723,462" coordsize="641,0" path="m732,462l1373,462e" filled="f" stroked="t" strokeweight=".666667pt" strokecolor="#E6E6E6">
                <v:path arrowok="t"/>
              </v:shape>
            </v:group>
            <v:group style="position:absolute;left:723;top:696;width:641;height:2" coordorigin="723,696" coordsize="641,2">
              <v:shape style="position:absolute;left:723;top:696;width:641;height:2" coordorigin="723,696" coordsize="641,0" path="m727,696l1368,696e" filled="f" stroked="t" strokeweight=".666667pt" strokecolor="#E6E6E6">
                <v:path arrowok="t"/>
              </v:shape>
            </v:group>
            <v:group style="position:absolute;left:720;top:449;width:2;height:260" coordorigin="720,449" coordsize="2,260">
              <v:shape style="position:absolute;left:720;top:449;width:2;height:260" coordorigin="720,449" coordsize="0,260" path="m720,469l720,729e" filled="f" stroked="t" strokeweight=".5pt" strokecolor="#FFFFFF">
                <v:path arrowok="t"/>
              </v:shape>
            </v:group>
            <v:group style="position:absolute;left:1373;top:469;width:2798;height:220" coordorigin="1373,469" coordsize="2798,220">
              <v:shape style="position:absolute;left:1373;top:469;width:2798;height:220" coordorigin="1373,469" coordsize="2798,220" path="m1373,469l4171,469,4171,689,1373,689,1373,469e" filled="t" fillcolor="#E6E6E6" stroked="f">
                <v:path arrowok="t"/>
                <v:fill/>
              </v:shape>
            </v:group>
            <v:group style="position:absolute;left:1368;top:436;width:2808;height:2" coordorigin="1368,436" coordsize="2808,2">
              <v:shape style="position:absolute;left:1368;top:436;width:2808;height:2" coordorigin="1368,436" coordsize="2808,0" path="m1368,436l4176,436e" filled="f" stroked="t" strokeweight=".666667pt" strokecolor="#E6E6E6">
                <v:path arrowok="t"/>
              </v:shape>
            </v:group>
            <v:group style="position:absolute;left:1371;top:462;width:2801;height:2" coordorigin="1371,462" coordsize="2801,2">
              <v:shape style="position:absolute;left:1371;top:462;width:2801;height:2" coordorigin="1371,462" coordsize="2801,0" path="m1375,462l4176,462e" filled="f" stroked="t" strokeweight=".666667pt" strokecolor="#E6E6E6">
                <v:path arrowok="t"/>
              </v:shape>
            </v:group>
            <v:group style="position:absolute;left:1371;top:696;width:2801;height:2" coordorigin="1371,696" coordsize="2801,2">
              <v:shape style="position:absolute;left:1371;top:696;width:2801;height:2" coordorigin="1371,696" coordsize="2801,0" path="m1375,696l4176,696e" filled="f" stroked="t" strokeweight=".666667pt" strokecolor="#E6E6E6">
                <v:path arrowok="t"/>
              </v:shape>
            </v:group>
            <v:group style="position:absolute;left:4181;top:469;width:962;height:220" coordorigin="4181,469" coordsize="962,220">
              <v:shape style="position:absolute;left:4181;top:469;width:962;height:220" coordorigin="4181,469" coordsize="962,220" path="m4181,469l5143,469,5143,689,4181,689,4181,469e" filled="t" fillcolor="#E6E6E6" stroked="f">
                <v:path arrowok="t"/>
                <v:fill/>
              </v:shape>
            </v:group>
            <v:group style="position:absolute;left:4176;top:436;width:972;height:2" coordorigin="4176,436" coordsize="972,2">
              <v:shape style="position:absolute;left:4176;top:436;width:972;height:2" coordorigin="4176,436" coordsize="972,0" path="m4176,436l5148,436e" filled="f" stroked="t" strokeweight=".666667pt" strokecolor="#E6E6E6">
                <v:path arrowok="t"/>
              </v:shape>
            </v:group>
            <v:group style="position:absolute;left:4179;top:462;width:965;height:2" coordorigin="4179,462" coordsize="965,2">
              <v:shape style="position:absolute;left:4179;top:462;width:965;height:2" coordorigin="4179,462" coordsize="965,0" path="m4183,462l5148,462e" filled="f" stroked="t" strokeweight=".666667pt" strokecolor="#E6E6E6">
                <v:path arrowok="t"/>
              </v:shape>
            </v:group>
            <v:group style="position:absolute;left:4179;top:696;width:965;height:2" coordorigin="4179,696" coordsize="965,2">
              <v:shape style="position:absolute;left:4179;top:696;width:965;height:2" coordorigin="4179,696" coordsize="965,0" path="m4183,696l5148,696e" filled="f" stroked="t" strokeweight=".666667pt" strokecolor="#E6E6E6">
                <v:path arrowok="t"/>
              </v:shape>
            </v:group>
            <v:group style="position:absolute;left:5153;top:469;width:1178;height:220" coordorigin="5153,469" coordsize="1178,220">
              <v:shape style="position:absolute;left:5153;top:469;width:1178;height:220" coordorigin="5153,469" coordsize="1178,220" path="m5153,469l6331,469,6331,689,5153,689,5153,469e" filled="t" fillcolor="#E6E6E6" stroked="f">
                <v:path arrowok="t"/>
                <v:fill/>
              </v:shape>
            </v:group>
            <v:group style="position:absolute;left:5148;top:436;width:1188;height:2" coordorigin="5148,436" coordsize="1188,2">
              <v:shape style="position:absolute;left:5148;top:436;width:1188;height:2" coordorigin="5148,436" coordsize="1188,0" path="m5148,436l6336,436e" filled="f" stroked="t" strokeweight=".666667pt" strokecolor="#E6E6E6">
                <v:path arrowok="t"/>
              </v:shape>
            </v:group>
            <v:group style="position:absolute;left:5151;top:462;width:1181;height:2" coordorigin="5151,462" coordsize="1181,2">
              <v:shape style="position:absolute;left:5151;top:462;width:1181;height:2" coordorigin="5151,462" coordsize="1181,0" path="m5155,462l6336,462e" filled="f" stroked="t" strokeweight=".666667pt" strokecolor="#E6E6E6">
                <v:path arrowok="t"/>
              </v:shape>
            </v:group>
            <v:group style="position:absolute;left:5151;top:696;width:1181;height:2" coordorigin="5151,696" coordsize="1181,2">
              <v:shape style="position:absolute;left:5151;top:696;width:1181;height:2" coordorigin="5151,696" coordsize="1181,0" path="m5155,696l6336,696e" filled="f" stroked="t" strokeweight=".666667pt" strokecolor="#E6E6E6">
                <v:path arrowok="t"/>
              </v:shape>
            </v:group>
            <v:group style="position:absolute;left:6341;top:469;width:1178;height:220" coordorigin="6341,469" coordsize="1178,220">
              <v:shape style="position:absolute;left:6341;top:469;width:1178;height:220" coordorigin="6341,469" coordsize="1178,220" path="m6341,469l7519,469,7519,689,6341,689,6341,469e" filled="t" fillcolor="#E6E6E6" stroked="f">
                <v:path arrowok="t"/>
                <v:fill/>
              </v:shape>
            </v:group>
            <v:group style="position:absolute;left:6336;top:436;width:1188;height:2" coordorigin="6336,436" coordsize="1188,2">
              <v:shape style="position:absolute;left:6336;top:436;width:1188;height:2" coordorigin="6336,436" coordsize="1188,0" path="m6336,436l7524,436e" filled="f" stroked="t" strokeweight=".666667pt" strokecolor="#E6E6E6">
                <v:path arrowok="t"/>
              </v:shape>
            </v:group>
            <v:group style="position:absolute;left:6339;top:462;width:1181;height:2" coordorigin="6339,462" coordsize="1181,2">
              <v:shape style="position:absolute;left:6339;top:462;width:1181;height:2" coordorigin="6339,462" coordsize="1181,0" path="m6343,462l7524,462e" filled="f" stroked="t" strokeweight=".666667pt" strokecolor="#E6E6E6">
                <v:path arrowok="t"/>
              </v:shape>
            </v:group>
            <v:group style="position:absolute;left:6339;top:696;width:1181;height:2" coordorigin="6339,696" coordsize="1181,2">
              <v:shape style="position:absolute;left:6339;top:696;width:1181;height:2" coordorigin="6339,696" coordsize="1181,0" path="m6343,696l7524,696e" filled="f" stroked="t" strokeweight=".666667pt" strokecolor="#E6E6E6">
                <v:path arrowok="t"/>
              </v:shape>
            </v:group>
            <v:group style="position:absolute;left:7529;top:469;width:1394;height:220" coordorigin="7529,469" coordsize="1394,220">
              <v:shape style="position:absolute;left:7529;top:469;width:1394;height:220" coordorigin="7529,469" coordsize="1394,220" path="m7529,469l8923,469,8923,689,7529,689,7529,469e" filled="t" fillcolor="#E6E6E6" stroked="f">
                <v:path arrowok="t"/>
                <v:fill/>
              </v:shape>
            </v:group>
            <v:group style="position:absolute;left:7524;top:436;width:1404;height:2" coordorigin="7524,436" coordsize="1404,2">
              <v:shape style="position:absolute;left:7524;top:436;width:1404;height:2" coordorigin="7524,436" coordsize="1404,0" path="m7524,436l8928,436e" filled="f" stroked="t" strokeweight=".666667pt" strokecolor="#E6E6E6">
                <v:path arrowok="t"/>
              </v:shape>
            </v:group>
            <v:group style="position:absolute;left:7527;top:462;width:1397;height:2" coordorigin="7527,462" coordsize="1397,2">
              <v:shape style="position:absolute;left:7527;top:462;width:1397;height:2" coordorigin="7527,462" coordsize="1397,0" path="m7531,462l8928,462e" filled="f" stroked="t" strokeweight=".666667pt" strokecolor="#E6E6E6">
                <v:path arrowok="t"/>
              </v:shape>
            </v:group>
            <v:group style="position:absolute;left:7527;top:696;width:1397;height:2" coordorigin="7527,696" coordsize="1397,2">
              <v:shape style="position:absolute;left:7527;top:696;width:1397;height:2" coordorigin="7527,696" coordsize="1397,0" path="m7531,696l8928,696e" filled="f" stroked="t" strokeweight=".666667pt" strokecolor="#E6E6E6">
                <v:path arrowok="t"/>
              </v:shape>
            </v:group>
            <v:group style="position:absolute;left:8933;top:469;width:1178;height:220" coordorigin="8933,469" coordsize="1178,220">
              <v:shape style="position:absolute;left:8933;top:469;width:1178;height:220" coordorigin="8933,469" coordsize="1178,220" path="m8933,469l10111,469,10111,689,8933,689,8933,469e" filled="t" fillcolor="#E6E6E6" stroked="f">
                <v:path arrowok="t"/>
                <v:fill/>
              </v:shape>
            </v:group>
            <v:group style="position:absolute;left:8928;top:436;width:1188;height:2" coordorigin="8928,436" coordsize="1188,2">
              <v:shape style="position:absolute;left:8928;top:436;width:1188;height:2" coordorigin="8928,436" coordsize="1188,0" path="m8928,436l10116,436e" filled="f" stroked="t" strokeweight=".666667pt" strokecolor="#E6E6E6">
                <v:path arrowok="t"/>
              </v:shape>
            </v:group>
            <v:group style="position:absolute;left:8931;top:462;width:1181;height:2" coordorigin="8931,462" coordsize="1181,2">
              <v:shape style="position:absolute;left:8931;top:462;width:1181;height:2" coordorigin="8931,462" coordsize="1181,0" path="m8935,462l10116,462e" filled="f" stroked="t" strokeweight=".666667pt" strokecolor="#E6E6E6">
                <v:path arrowok="t"/>
              </v:shape>
            </v:group>
            <v:group style="position:absolute;left:8931;top:696;width:1181;height:2" coordorigin="8931,696" coordsize="1181,2">
              <v:shape style="position:absolute;left:8931;top:696;width:1181;height:2" coordorigin="8931,696" coordsize="1181,0" path="m8935,696l10116,696e" filled="f" stroked="t" strokeweight=".666667pt" strokecolor="#E6E6E6">
                <v:path arrowok="t"/>
              </v:shape>
            </v:group>
            <v:group style="position:absolute;left:10121;top:469;width:1394;height:220" coordorigin="10121,469" coordsize="1394,220">
              <v:shape style="position:absolute;left:10121;top:469;width:1394;height:220" coordorigin="10121,469" coordsize="1394,220" path="m10121,469l11515,469,11515,689,10121,689,10121,469e" filled="t" fillcolor="#E6E6E6" stroked="f">
                <v:path arrowok="t"/>
                <v:fill/>
              </v:shape>
            </v:group>
            <v:group style="position:absolute;left:10116;top:436;width:1407;height:2" coordorigin="10116,436" coordsize="1407,2">
              <v:shape style="position:absolute;left:10116;top:436;width:1407;height:2" coordorigin="10116,436" coordsize="1407,0" path="m10116,436l11523,436e" filled="f" stroked="t" strokeweight=".666667pt" strokecolor="#E6E6E6">
                <v:path arrowok="t"/>
              </v:shape>
            </v:group>
            <v:group style="position:absolute;left:10119;top:462;width:1397;height:2" coordorigin="10119,462" coordsize="1397,2">
              <v:shape style="position:absolute;left:10119;top:462;width:1397;height:2" coordorigin="10119,462" coordsize="1397,0" path="m10123,462l11520,462e" filled="f" stroked="t" strokeweight=".666667pt" strokecolor="#E6E6E6">
                <v:path arrowok="t"/>
              </v:shape>
            </v:group>
            <v:group style="position:absolute;left:11520;top:449;width:2;height:260" coordorigin="11520,449" coordsize="2,260">
              <v:shape style="position:absolute;left:11520;top:449;width:2;height:260" coordorigin="11520,449" coordsize="0,260" path="m11520,469l11520,729e" filled="f" stroked="t" strokeweight=".5pt" strokecolor="#FFFFFF">
                <v:path arrowok="t"/>
              </v:shape>
            </v:group>
            <v:group style="position:absolute;left:10119;top:696;width:1397;height:2" coordorigin="10119,696" coordsize="1397,2">
              <v:shape style="position:absolute;left:10119;top:696;width:1397;height:2" coordorigin="10119,696" coordsize="1397,0" path="m10123,696l11520,696e" filled="f" stroked="t" strokeweight=".666667pt" strokecolor="#E6E6E6">
                <v:path arrowok="t"/>
              </v:shape>
            </v:group>
            <v:group style="position:absolute;left:720;top:722;width:10800;height:2" coordorigin="720,722" coordsize="10800,2">
              <v:shape style="position:absolute;left:720;top:722;width:10800;height:2" coordorigin="720,722" coordsize="10800,0" path="m720,722l11520,722e" filled="f" stroked="t" strokeweight=".666708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Scripts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414" w:right="-20"/>
        <w:jc w:val="left"/>
        <w:tabs>
          <w:tab w:pos="840" w:val="left"/>
          <w:tab w:pos="3660" w:val="left"/>
          <w:tab w:pos="4620" w:val="left"/>
          <w:tab w:pos="5820" w:val="left"/>
          <w:tab w:pos="7000" w:val="left"/>
          <w:tab w:pos="8400" w:val="left"/>
          <w:tab w:pos="9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Type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Records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Validates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Requirement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footer="979" w:header="0" w:top="1360" w:bottom="1160" w:left="620" w:right="620"/>
          <w:footerReference w:type="default" r:id="rId16"/>
          <w:pgSz w:w="12240" w:h="15840"/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83" w:lineRule="exact"/>
        <w:ind w:left="307" w:right="-69"/>
        <w:jc w:val="left"/>
        <w:tabs>
          <w:tab w:pos="840" w:val="left"/>
          <w:tab w:pos="3640" w:val="left"/>
          <w:tab w:pos="4620" w:val="left"/>
          <w:tab w:pos="5800" w:val="left"/>
        </w:tabs>
        <w:rPr>
          <w:rFonts w:ascii="Arial" w:hAnsi="Arial" w:cs="Arial" w:eastAsia="Arial"/>
          <w:sz w:val="12"/>
          <w:szCs w:val="12"/>
        </w:rPr>
      </w:pPr>
      <w:rPr/>
      <w:hyperlink r:id="rId21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83939</w:t>
          <w:tab/>
        </w:r>
      </w:hyperlink>
      <w:hyperlink r:id="rId22"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Menu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is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Tested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For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 </w:t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  <w:t>Display</w:t>
          <w:tab/>
        </w:r>
        <w:r>
          <w:rPr>
            <w:rFonts w:ascii="Arial" w:hAnsi="Arial" w:cs="Arial" w:eastAsia="Arial"/>
            <w:sz w:val="12"/>
            <w:szCs w:val="12"/>
            <w:color w:val="3087B3"/>
            <w:spacing w:val="0"/>
            <w:w w:val="100"/>
            <w:position w:val="-4"/>
          </w:rPr>
        </w:r>
      </w:hyperlink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Draft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-4"/>
        </w:rPr>
        <w:t>Manual</w:t>
        <w:tab/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   ,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4"/>
        </w:rPr>
        <w:t>     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  <w:position w:val="0"/>
        </w:rPr>
      </w:r>
    </w:p>
    <w:p>
      <w:pPr>
        <w:spacing w:before="0" w:after="0" w:line="97" w:lineRule="exact"/>
        <w:ind w:right="640"/>
        <w:jc w:val="right"/>
        <w:rPr>
          <w:rFonts w:ascii="Arial" w:hAnsi="Arial" w:cs="Arial" w:eastAsia="Arial"/>
          <w:sz w:val="12"/>
          <w:szCs w:val="12"/>
        </w:rPr>
      </w:pPr>
      <w:rPr/>
      <w:r>
        <w:rPr/>
        <w:pict>
          <v:group style="position:absolute;margin-left:36pt;margin-top:7.212231pt;width:539.999997pt;height:.1pt;mso-position-horizontal-relative:page;mso-position-vertical-relative:paragraph;z-index:-636" coordorigin="720,144" coordsize="10800,2">
            <v:shape style="position:absolute;left:720;top:144;width:10800;height:2" coordorigin="720,144" coordsize="10800,0" path="m720,144l11520,144e" filled="f" stroked="t" strokeweight=".500042pt" strokecolor="#DFDFD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"/>
        </w:rPr>
        <w:t>(HP)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right="-20"/>
        <w:jc w:val="left"/>
        <w:tabs>
          <w:tab w:pos="1400" w:val="left"/>
          <w:tab w:pos="258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Unassigned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Nov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19,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2015</w:t>
        <w:tab/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--</w:t>
      </w:r>
    </w:p>
    <w:p>
      <w:pPr>
        <w:jc w:val="left"/>
        <w:spacing w:after="0"/>
        <w:sectPr>
          <w:type w:val="continuous"/>
          <w:pgSz w:w="12240" w:h="15840"/>
          <w:pgMar w:top="1360" w:bottom="1160" w:left="620" w:right="620"/>
          <w:cols w:num="2" w:equalWidth="0">
            <w:col w:w="6723" w:space="281"/>
            <w:col w:w="3996"/>
          </w:cols>
        </w:sectPr>
      </w:pPr>
      <w:rPr/>
    </w:p>
    <w:p>
      <w:pPr>
        <w:spacing w:before="8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5.207897pt;width:541.0pt;height:14.999988pt;mso-position-horizontal-relative:page;mso-position-vertical-relative:paragraph;z-index:-635" coordorigin="710,504" coordsize="10820,300">
            <v:group style="position:absolute;left:725;top:544;width:854;height:220" coordorigin="725,544" coordsize="854,220">
              <v:shape style="position:absolute;left:725;top:544;width:854;height:220" coordorigin="725,544" coordsize="854,220" path="m725,544l1579,544,1579,764,725,764,725,544e" filled="t" fillcolor="#E6E6E6" stroked="f">
                <v:path arrowok="t"/>
                <v:fill/>
              </v:shape>
            </v:group>
            <v:group style="position:absolute;left:717;top:511;width:867;height:2" coordorigin="717,511" coordsize="867,2">
              <v:shape style="position:absolute;left:717;top:511;width:867;height:2" coordorigin="717,511" coordsize="867,0" path="m718,511l1586,511e" filled="f" stroked="t" strokeweight=".666667pt" strokecolor="#E6E6E6">
                <v:path arrowok="t"/>
              </v:shape>
            </v:group>
            <v:group style="position:absolute;left:723;top:537;width:857;height:2" coordorigin="723,537" coordsize="857,2">
              <v:shape style="position:absolute;left:723;top:537;width:857;height:2" coordorigin="723,537" coordsize="857,0" path="m732,537l1589,537e" filled="f" stroked="t" strokeweight=".666667pt" strokecolor="#E6E6E6">
                <v:path arrowok="t"/>
              </v:shape>
            </v:group>
            <v:group style="position:absolute;left:723;top:771;width:857;height:2" coordorigin="723,771" coordsize="857,2">
              <v:shape style="position:absolute;left:723;top:771;width:857;height:2" coordorigin="723,771" coordsize="857,0" path="m727,771l1584,771e" filled="f" stroked="t" strokeweight=".666667pt" strokecolor="#E6E6E6">
                <v:path arrowok="t"/>
              </v:shape>
            </v:group>
            <v:group style="position:absolute;left:720;top:524;width:2;height:260" coordorigin="720,524" coordsize="2,260">
              <v:shape style="position:absolute;left:720;top:524;width:2;height:260" coordorigin="720,524" coordsize="0,260" path="m720,544l720,804e" filled="f" stroked="t" strokeweight=".5pt" strokecolor="#FFFFFF">
                <v:path arrowok="t"/>
              </v:shape>
            </v:group>
            <v:group style="position:absolute;left:1589;top:544;width:962;height:220" coordorigin="1589,544" coordsize="962,220">
              <v:shape style="position:absolute;left:1589;top:544;width:962;height:220" coordorigin="1589,544" coordsize="962,220" path="m1589,544l2551,544,2551,764,1589,764,1589,544e" filled="t" fillcolor="#E6E6E6" stroked="f">
                <v:path arrowok="t"/>
                <v:fill/>
              </v:shape>
            </v:group>
            <v:group style="position:absolute;left:1584;top:511;width:972;height:2" coordorigin="1584,511" coordsize="972,2">
              <v:shape style="position:absolute;left:1584;top:511;width:972;height:2" coordorigin="1584,511" coordsize="972,0" path="m1584,511l2556,511e" filled="f" stroked="t" strokeweight=".666667pt" strokecolor="#E6E6E6">
                <v:path arrowok="t"/>
              </v:shape>
            </v:group>
            <v:group style="position:absolute;left:1587;top:537;width:965;height:2" coordorigin="1587,537" coordsize="965,2">
              <v:shape style="position:absolute;left:1587;top:537;width:965;height:2" coordorigin="1587,537" coordsize="965,0" path="m1591,537l2556,537e" filled="f" stroked="t" strokeweight=".666667pt" strokecolor="#E6E6E6">
                <v:path arrowok="t"/>
              </v:shape>
            </v:group>
            <v:group style="position:absolute;left:1587;top:771;width:965;height:2" coordorigin="1587,771" coordsize="965,2">
              <v:shape style="position:absolute;left:1587;top:771;width:965;height:2" coordorigin="1587,771" coordsize="965,0" path="m1591,771l2556,771e" filled="f" stroked="t" strokeweight=".666667pt" strokecolor="#E6E6E6">
                <v:path arrowok="t"/>
              </v:shape>
            </v:group>
            <v:group style="position:absolute;left:2561;top:544;width:1610;height:220" coordorigin="2561,544" coordsize="1610,220">
              <v:shape style="position:absolute;left:2561;top:544;width:1610;height:220" coordorigin="2561,544" coordsize="1610,220" path="m2561,544l4171,544,4171,764,2561,764,2561,544e" filled="t" fillcolor="#E6E6E6" stroked="f">
                <v:path arrowok="t"/>
                <v:fill/>
              </v:shape>
            </v:group>
            <v:group style="position:absolute;left:2556;top:511;width:1620;height:2" coordorigin="2556,511" coordsize="1620,2">
              <v:shape style="position:absolute;left:2556;top:511;width:1620;height:2" coordorigin="2556,511" coordsize="1620,0" path="m2556,511l4176,511e" filled="f" stroked="t" strokeweight=".666667pt" strokecolor="#E6E6E6">
                <v:path arrowok="t"/>
              </v:shape>
            </v:group>
            <v:group style="position:absolute;left:2559;top:537;width:1613;height:2" coordorigin="2559,537" coordsize="1613,2">
              <v:shape style="position:absolute;left:2559;top:537;width:1613;height:2" coordorigin="2559,537" coordsize="1613,0" path="m2563,537l4176,537e" filled="f" stroked="t" strokeweight=".666667pt" strokecolor="#E6E6E6">
                <v:path arrowok="t"/>
              </v:shape>
            </v:group>
            <v:group style="position:absolute;left:2559;top:771;width:1613;height:2" coordorigin="2559,771" coordsize="1613,2">
              <v:shape style="position:absolute;left:2559;top:771;width:1613;height:2" coordorigin="2559,771" coordsize="1613,0" path="m2563,771l4176,771e" filled="f" stroked="t" strokeweight=".666667pt" strokecolor="#E6E6E6">
                <v:path arrowok="t"/>
              </v:shape>
            </v:group>
            <v:group style="position:absolute;left:4181;top:544;width:1178;height:220" coordorigin="4181,544" coordsize="1178,220">
              <v:shape style="position:absolute;left:4181;top:544;width:1178;height:220" coordorigin="4181,544" coordsize="1178,220" path="m4181,544l5359,544,5359,764,4181,764,4181,544e" filled="t" fillcolor="#E6E6E6" stroked="f">
                <v:path arrowok="t"/>
                <v:fill/>
              </v:shape>
            </v:group>
            <v:group style="position:absolute;left:4176;top:511;width:1188;height:2" coordorigin="4176,511" coordsize="1188,2">
              <v:shape style="position:absolute;left:4176;top:511;width:1188;height:2" coordorigin="4176,511" coordsize="1188,0" path="m4176,511l5364,511e" filled="f" stroked="t" strokeweight=".666667pt" strokecolor="#E6E6E6">
                <v:path arrowok="t"/>
              </v:shape>
            </v:group>
            <v:group style="position:absolute;left:4179;top:537;width:1181;height:2" coordorigin="4179,537" coordsize="1181,2">
              <v:shape style="position:absolute;left:4179;top:537;width:1181;height:2" coordorigin="4179,537" coordsize="1181,0" path="m4183,537l5364,537e" filled="f" stroked="t" strokeweight=".666667pt" strokecolor="#E6E6E6">
                <v:path arrowok="t"/>
              </v:shape>
            </v:group>
            <v:group style="position:absolute;left:4179;top:771;width:1181;height:2" coordorigin="4179,771" coordsize="1181,2">
              <v:shape style="position:absolute;left:4179;top:771;width:1181;height:2" coordorigin="4179,771" coordsize="1181,0" path="m4183,771l5364,771e" filled="f" stroked="t" strokeweight=".666667pt" strokecolor="#E6E6E6">
                <v:path arrowok="t"/>
              </v:shape>
            </v:group>
            <v:group style="position:absolute;left:5369;top:544;width:1070;height:220" coordorigin="5369,544" coordsize="1070,220">
              <v:shape style="position:absolute;left:5369;top:544;width:1070;height:220" coordorigin="5369,544" coordsize="1070,220" path="m5369,544l6439,544,6439,764,5369,764,5369,544e" filled="t" fillcolor="#E6E6E6" stroked="f">
                <v:path arrowok="t"/>
                <v:fill/>
              </v:shape>
            </v:group>
            <v:group style="position:absolute;left:5364;top:511;width:1080;height:2" coordorigin="5364,511" coordsize="1080,2">
              <v:shape style="position:absolute;left:5364;top:511;width:1080;height:2" coordorigin="5364,511" coordsize="1080,0" path="m5364,511l6444,511e" filled="f" stroked="t" strokeweight=".666667pt" strokecolor="#E6E6E6">
                <v:path arrowok="t"/>
              </v:shape>
            </v:group>
            <v:group style="position:absolute;left:5367;top:537;width:1073;height:2" coordorigin="5367,537" coordsize="1073,2">
              <v:shape style="position:absolute;left:5367;top:537;width:1073;height:2" coordorigin="5367,537" coordsize="1073,0" path="m5371,537l6444,537e" filled="f" stroked="t" strokeweight=".666667pt" strokecolor="#E6E6E6">
                <v:path arrowok="t"/>
              </v:shape>
            </v:group>
            <v:group style="position:absolute;left:5367;top:771;width:1073;height:2" coordorigin="5367,771" coordsize="1073,2">
              <v:shape style="position:absolute;left:5367;top:771;width:1073;height:2" coordorigin="5367,771" coordsize="1073,0" path="m5371,771l6444,771e" filled="f" stroked="t" strokeweight=".666667pt" strokecolor="#E6E6E6">
                <v:path arrowok="t"/>
              </v:shape>
            </v:group>
            <v:group style="position:absolute;left:6449;top:544;width:1070;height:220" coordorigin="6449,544" coordsize="1070,220">
              <v:shape style="position:absolute;left:6449;top:544;width:1070;height:220" coordorigin="6449,544" coordsize="1070,220" path="m6449,544l7519,544,7519,764,6449,764,6449,544e" filled="t" fillcolor="#E6E6E6" stroked="f">
                <v:path arrowok="t"/>
                <v:fill/>
              </v:shape>
            </v:group>
            <v:group style="position:absolute;left:6444;top:511;width:1080;height:2" coordorigin="6444,511" coordsize="1080,2">
              <v:shape style="position:absolute;left:6444;top:511;width:1080;height:2" coordorigin="6444,511" coordsize="1080,0" path="m6444,511l7524,511e" filled="f" stroked="t" strokeweight=".666667pt" strokecolor="#E6E6E6">
                <v:path arrowok="t"/>
              </v:shape>
            </v:group>
            <v:group style="position:absolute;left:6447;top:537;width:1073;height:2" coordorigin="6447,537" coordsize="1073,2">
              <v:shape style="position:absolute;left:6447;top:537;width:1073;height:2" coordorigin="6447,537" coordsize="1073,0" path="m6451,537l7524,537e" filled="f" stroked="t" strokeweight=".666667pt" strokecolor="#E6E6E6">
                <v:path arrowok="t"/>
              </v:shape>
            </v:group>
            <v:group style="position:absolute;left:6447;top:771;width:1073;height:2" coordorigin="6447,771" coordsize="1073,2">
              <v:shape style="position:absolute;left:6447;top:771;width:1073;height:2" coordorigin="6447,771" coordsize="1073,0" path="m6451,771l7524,771e" filled="f" stroked="t" strokeweight=".666667pt" strokecolor="#E6E6E6">
                <v:path arrowok="t"/>
              </v:shape>
            </v:group>
            <v:group style="position:absolute;left:7529;top:544;width:1070;height:220" coordorigin="7529,544" coordsize="1070,220">
              <v:shape style="position:absolute;left:7529;top:544;width:1070;height:220" coordorigin="7529,544" coordsize="1070,220" path="m7529,544l8599,544,8599,764,7529,764,7529,544e" filled="t" fillcolor="#E6E6E6" stroked="f">
                <v:path arrowok="t"/>
                <v:fill/>
              </v:shape>
            </v:group>
            <v:group style="position:absolute;left:7524;top:511;width:1080;height:2" coordorigin="7524,511" coordsize="1080,2">
              <v:shape style="position:absolute;left:7524;top:511;width:1080;height:2" coordorigin="7524,511" coordsize="1080,0" path="m7524,511l8604,511e" filled="f" stroked="t" strokeweight=".666667pt" strokecolor="#E6E6E6">
                <v:path arrowok="t"/>
              </v:shape>
            </v:group>
            <v:group style="position:absolute;left:7527;top:537;width:1073;height:2" coordorigin="7527,537" coordsize="1073,2">
              <v:shape style="position:absolute;left:7527;top:537;width:1073;height:2" coordorigin="7527,537" coordsize="1073,0" path="m7531,537l8604,537e" filled="f" stroked="t" strokeweight=".666667pt" strokecolor="#E6E6E6">
                <v:path arrowok="t"/>
              </v:shape>
            </v:group>
            <v:group style="position:absolute;left:7527;top:771;width:1073;height:2" coordorigin="7527,771" coordsize="1073,2">
              <v:shape style="position:absolute;left:7527;top:771;width:1073;height:2" coordorigin="7527,771" coordsize="1073,0" path="m7531,771l8604,771e" filled="f" stroked="t" strokeweight=".666667pt" strokecolor="#E6E6E6">
                <v:path arrowok="t"/>
              </v:shape>
            </v:group>
            <v:group style="position:absolute;left:8609;top:544;width:1286;height:220" coordorigin="8609,544" coordsize="1286,220">
              <v:shape style="position:absolute;left:8609;top:544;width:1286;height:220" coordorigin="8609,544" coordsize="1286,220" path="m8609,544l9895,544,9895,764,8609,764,8609,544e" filled="t" fillcolor="#E6E6E6" stroked="f">
                <v:path arrowok="t"/>
                <v:fill/>
              </v:shape>
            </v:group>
            <v:group style="position:absolute;left:8604;top:511;width:1296;height:2" coordorigin="8604,511" coordsize="1296,2">
              <v:shape style="position:absolute;left:8604;top:511;width:1296;height:2" coordorigin="8604,511" coordsize="1296,0" path="m8604,511l9900,511e" filled="f" stroked="t" strokeweight=".666667pt" strokecolor="#E6E6E6">
                <v:path arrowok="t"/>
              </v:shape>
            </v:group>
            <v:group style="position:absolute;left:8607;top:537;width:1289;height:2" coordorigin="8607,537" coordsize="1289,2">
              <v:shape style="position:absolute;left:8607;top:537;width:1289;height:2" coordorigin="8607,537" coordsize="1289,0" path="m8611,537l9900,537e" filled="f" stroked="t" strokeweight=".666667pt" strokecolor="#E6E6E6">
                <v:path arrowok="t"/>
              </v:shape>
            </v:group>
            <v:group style="position:absolute;left:8607;top:771;width:1289;height:2" coordorigin="8607,771" coordsize="1289,2">
              <v:shape style="position:absolute;left:8607;top:771;width:1289;height:2" coordorigin="8607,771" coordsize="1289,0" path="m8611,771l9900,771e" filled="f" stroked="t" strokeweight=".666667pt" strokecolor="#E6E6E6">
                <v:path arrowok="t"/>
              </v:shape>
            </v:group>
            <v:group style="position:absolute;left:9905;top:544;width:854;height:220" coordorigin="9905,544" coordsize="854,220">
              <v:shape style="position:absolute;left:9905;top:544;width:854;height:220" coordorigin="9905,544" coordsize="854,220" path="m9905,544l10759,544,10759,764,9905,764,9905,544e" filled="t" fillcolor="#E6E6E6" stroked="f">
                <v:path arrowok="t"/>
                <v:fill/>
              </v:shape>
            </v:group>
            <v:group style="position:absolute;left:9900;top:511;width:864;height:2" coordorigin="9900,511" coordsize="864,2">
              <v:shape style="position:absolute;left:9900;top:511;width:864;height:2" coordorigin="9900,511" coordsize="864,0" path="m9900,511l10764,511e" filled="f" stroked="t" strokeweight=".666667pt" strokecolor="#E6E6E6">
                <v:path arrowok="t"/>
              </v:shape>
            </v:group>
            <v:group style="position:absolute;left:9903;top:537;width:857;height:2" coordorigin="9903,537" coordsize="857,2">
              <v:shape style="position:absolute;left:9903;top:537;width:857;height:2" coordorigin="9903,537" coordsize="857,0" path="m9907,537l10764,537e" filled="f" stroked="t" strokeweight=".666667pt" strokecolor="#E6E6E6">
                <v:path arrowok="t"/>
              </v:shape>
            </v:group>
            <v:group style="position:absolute;left:9903;top:771;width:857;height:2" coordorigin="9903,771" coordsize="857,2">
              <v:shape style="position:absolute;left:9903;top:771;width:857;height:2" coordorigin="9903,771" coordsize="857,0" path="m9907,771l10764,771e" filled="f" stroked="t" strokeweight=".666667pt" strokecolor="#E6E6E6">
                <v:path arrowok="t"/>
              </v:shape>
            </v:group>
            <v:group style="position:absolute;left:10769;top:544;width:746;height:220" coordorigin="10769,544" coordsize="746,220">
              <v:shape style="position:absolute;left:10769;top:544;width:746;height:220" coordorigin="10769,544" coordsize="746,220" path="m10769,544l11515,544,11515,764,10769,764,10769,544e" filled="t" fillcolor="#E6E6E6" stroked="f">
                <v:path arrowok="t"/>
                <v:fill/>
              </v:shape>
            </v:group>
            <v:group style="position:absolute;left:10764;top:511;width:759;height:2" coordorigin="10764,511" coordsize="759,2">
              <v:shape style="position:absolute;left:10764;top:511;width:759;height:2" coordorigin="10764,511" coordsize="759,0" path="m10764,511l11523,511e" filled="f" stroked="t" strokeweight=".666667pt" strokecolor="#E6E6E6">
                <v:path arrowok="t"/>
              </v:shape>
            </v:group>
            <v:group style="position:absolute;left:10767;top:537;width:749;height:2" coordorigin="10767,537" coordsize="749,2">
              <v:shape style="position:absolute;left:10767;top:537;width:749;height:2" coordorigin="10767,537" coordsize="749,0" path="m10771,537l11520,537e" filled="f" stroked="t" strokeweight=".666667pt" strokecolor="#E6E6E6">
                <v:path arrowok="t"/>
              </v:shape>
            </v:group>
            <v:group style="position:absolute;left:11520;top:524;width:2;height:260" coordorigin="11520,524" coordsize="2,260">
              <v:shape style="position:absolute;left:11520;top:524;width:2;height:260" coordorigin="11520,524" coordsize="0,260" path="m11520,544l11520,804e" filled="f" stroked="t" strokeweight=".5pt" strokecolor="#FFFFFF">
                <v:path arrowok="t"/>
              </v:shape>
            </v:group>
            <v:group style="position:absolute;left:10767;top:771;width:749;height:2" coordorigin="10767,771" coordsize="749,2">
              <v:shape style="position:absolute;left:10767;top:771;width:749;height:2" coordorigin="10767,771" coordsize="749,0" path="m10771,771l11520,771e" filled="f" stroked="t" strokeweight=".666667pt" strokecolor="#E6E6E6">
                <v:path arrowok="t"/>
              </v:shape>
            </v:group>
            <v:group style="position:absolute;left:720;top:797;width:10800;height:2" coordorigin="720,797" coordsize="10800,2">
              <v:shape style="position:absolute;left:720;top:797;width:10800;height:2" coordorigin="720,797" coordsize="10800,0" path="m720,797l11520,797e" filled="f" stroked="t" strokeweight=".666764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Test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Records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522" w:right="-20"/>
        <w:jc w:val="left"/>
        <w:tabs>
          <w:tab w:pos="1280" w:val="left"/>
          <w:tab w:pos="2040" w:val="left"/>
          <w:tab w:pos="3660" w:val="left"/>
          <w:tab w:pos="5920" w:val="left"/>
          <w:tab w:pos="7000" w:val="left"/>
          <w:tab w:pos="8080" w:val="left"/>
          <w:tab w:pos="9380" w:val="left"/>
          <w:tab w:pos="102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Priority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Environment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12"/>
          <w:szCs w:val="12"/>
          <w:color w:val="66666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Iteration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Owner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Created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By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Script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Status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Modified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86pt;width:541.000001pt;height:14.999976pt;mso-position-horizontal-relative:page;mso-position-vertical-relative:paragraph;z-index:-634" coordorigin="710,454" coordsize="10820,300">
            <v:group style="position:absolute;left:725;top:494;width:490;height:220" coordorigin="725,494" coordsize="490,220">
              <v:shape style="position:absolute;left:725;top:494;width:490;height:220" coordorigin="725,494" coordsize="490,220" path="m725,494l1215,494,1215,714,725,714,725,494e" filled="t" fillcolor="#E6E6E6" stroked="f">
                <v:path arrowok="t"/>
                <v:fill/>
              </v:shape>
            </v:group>
            <v:group style="position:absolute;left:717;top:461;width:503;height:2" coordorigin="717,461" coordsize="503,2">
              <v:shape style="position:absolute;left:717;top:461;width:503;height:2" coordorigin="717,461" coordsize="503,0" path="m718,461l1222,461e" filled="f" stroked="t" strokeweight=".666667pt" strokecolor="#E6E6E6">
                <v:path arrowok="t"/>
              </v:shape>
            </v:group>
            <v:group style="position:absolute;left:723;top:487;width:493;height:2" coordorigin="723,487" coordsize="493,2">
              <v:shape style="position:absolute;left:723;top:487;width:493;height:2" coordorigin="723,487" coordsize="493,0" path="m732,487l1225,487e" filled="f" stroked="t" strokeweight=".666667pt" strokecolor="#E6E6E6">
                <v:path arrowok="t"/>
              </v:shape>
            </v:group>
            <v:group style="position:absolute;left:723;top:721;width:493;height:2" coordorigin="723,721" coordsize="493,2">
              <v:shape style="position:absolute;left:723;top:721;width:493;height:2" coordorigin="723,721" coordsize="493,0" path="m727,721l12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1225;top:494;width:7890;height:220" coordorigin="1225,494" coordsize="7890,220">
              <v:shape style="position:absolute;left:1225;top:494;width:7890;height:220" coordorigin="1225,494" coordsize="7890,220" path="m1225,494l9115,494,9115,714,1225,714,1225,494e" filled="t" fillcolor="#E6E6E6" stroked="f">
                <v:path arrowok="t"/>
                <v:fill/>
              </v:shape>
            </v:group>
            <v:group style="position:absolute;left:1220;top:461;width:7900;height:2" coordorigin="1220,461" coordsize="7900,2">
              <v:shape style="position:absolute;left:1220;top:461;width:7900;height:2" coordorigin="1220,461" coordsize="7900,0" path="m1220,461l9120,461e" filled="f" stroked="t" strokeweight=".666667pt" strokecolor="#E6E6E6">
                <v:path arrowok="t"/>
              </v:shape>
            </v:group>
            <v:group style="position:absolute;left:1223;top:487;width:7893;height:2" coordorigin="1223,487" coordsize="7893,2">
              <v:shape style="position:absolute;left:1223;top:487;width:7893;height:2" coordorigin="1223,487" coordsize="7893,0" path="m1227,487l9120,487e" filled="f" stroked="t" strokeweight=".666667pt" strokecolor="#E6E6E6">
                <v:path arrowok="t"/>
              </v:shape>
            </v:group>
            <v:group style="position:absolute;left:1223;top:721;width:7893;height:2" coordorigin="1223,721" coordsize="7893,2">
              <v:shape style="position:absolute;left:1223;top:721;width:7893;height:2" coordorigin="1223,721" coordsize="7893,0" path="m1227,721l9120,721e" filled="f" stroked="t" strokeweight=".666667pt" strokecolor="#E6E6E6">
                <v:path arrowok="t"/>
              </v:shape>
            </v:group>
            <v:group style="position:absolute;left:9125;top:494;width:2390;height:220" coordorigin="9125,494" coordsize="2390,220">
              <v:shape style="position:absolute;left:9125;top:494;width:2390;height:220" coordorigin="9125,494" coordsize="2390,220" path="m9125,494l11515,494,11515,714,9125,714,9125,494e" filled="t" fillcolor="#E6E6E6" stroked="f">
                <v:path arrowok="t"/>
                <v:fill/>
              </v:shape>
            </v:group>
            <v:group style="position:absolute;left:9120;top:461;width:2403;height:2" coordorigin="9120,461" coordsize="2403,2">
              <v:shape style="position:absolute;left:9120;top:461;width:2403;height:2" coordorigin="9120,461" coordsize="2403,0" path="m9120,461l11523,461e" filled="f" stroked="t" strokeweight=".666667pt" strokecolor="#E6E6E6">
                <v:path arrowok="t"/>
              </v:shape>
            </v:group>
            <v:group style="position:absolute;left:9123;top:487;width:2393;height:2" coordorigin="9123,487" coordsize="2393,2">
              <v:shape style="position:absolute;left:9123;top:487;width:2393;height:2" coordorigin="9123,487" coordsize="2393,0" path="m9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9123;top:721;width:2393;height:2" coordorigin="9123,721" coordsize="2393,2">
              <v:shape style="position:absolute;left:9123;top:721;width:2393;height:2" coordorigin="9123,721" coordsize="2393,0" path="m9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9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Attachments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135" w:lineRule="exact"/>
        <w:ind w:left="340" w:right="-20"/>
        <w:jc w:val="left"/>
        <w:tabs>
          <w:tab w:pos="700" w:val="left"/>
          <w:tab w:pos="8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File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Size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5.5pt;margin-top:22.707872pt;width:541.000001pt;height:15.000025pt;mso-position-horizontal-relative:page;mso-position-vertical-relative:paragraph;z-index:-633" coordorigin="710,454" coordsize="10820,300">
            <v:group style="position:absolute;left:725;top:494;width:5390;height:220" coordorigin="725,494" coordsize="5390,220">
              <v:shape style="position:absolute;left:725;top:494;width:5390;height:220" coordorigin="725,494" coordsize="5390,220" path="m725,494l6115,494,6115,714,725,714,725,494e" filled="t" fillcolor="#E6E6E6" stroked="f">
                <v:path arrowok="t"/>
                <v:fill/>
              </v:shape>
            </v:group>
            <v:group style="position:absolute;left:717;top:461;width:5403;height:2" coordorigin="717,461" coordsize="5403,2">
              <v:shape style="position:absolute;left:717;top:461;width:5403;height:2" coordorigin="717,461" coordsize="5403,0" path="m718,461l6122,461e" filled="f" stroked="t" strokeweight=".666667pt" strokecolor="#E6E6E6">
                <v:path arrowok="t"/>
              </v:shape>
            </v:group>
            <v:group style="position:absolute;left:723;top:487;width:5393;height:2" coordorigin="723,487" coordsize="5393,2">
              <v:shape style="position:absolute;left:723;top:487;width:5393;height:2" coordorigin="723,487" coordsize="5393,0" path="m732,487l6125,487e" filled="f" stroked="t" strokeweight=".666667pt" strokecolor="#E6E6E6">
                <v:path arrowok="t"/>
              </v:shape>
            </v:group>
            <v:group style="position:absolute;left:723;top:721;width:5393;height:2" coordorigin="723,721" coordsize="5393,2">
              <v:shape style="position:absolute;left:723;top:721;width:5393;height:2" coordorigin="723,721" coordsize="5393,0" path="m727,721l6120,721e" filled="f" stroked="t" strokeweight=".666667pt" strokecolor="#E6E6E6">
                <v:path arrowok="t"/>
              </v:shape>
            </v:group>
            <v:group style="position:absolute;left:720;top:474;width:2;height:260" coordorigin="720,474" coordsize="2,260">
              <v:shape style="position:absolute;left:720;top:474;width:2;height:260" coordorigin="720,474" coordsize="0,260" path="m720,494l720,754e" filled="f" stroked="t" strokeweight=".5pt" strokecolor="#FFFFFF">
                <v:path arrowok="t"/>
              </v:shape>
            </v:group>
            <v:group style="position:absolute;left:6125;top:494;width:5390;height:220" coordorigin="6125,494" coordsize="5390,220">
              <v:shape style="position:absolute;left:6125;top:494;width:5390;height:220" coordorigin="6125,494" coordsize="5390,220" path="m6125,494l11515,494,11515,714,6125,714,6125,494e" filled="t" fillcolor="#E6E6E6" stroked="f">
                <v:path arrowok="t"/>
                <v:fill/>
              </v:shape>
            </v:group>
            <v:group style="position:absolute;left:6120;top:461;width:5403;height:2" coordorigin="6120,461" coordsize="5403,2">
              <v:shape style="position:absolute;left:6120;top:461;width:5403;height:2" coordorigin="6120,461" coordsize="5403,0" path="m6120,461l11523,461e" filled="f" stroked="t" strokeweight=".666667pt" strokecolor="#E6E6E6">
                <v:path arrowok="t"/>
              </v:shape>
            </v:group>
            <v:group style="position:absolute;left:6123;top:487;width:5393;height:2" coordorigin="6123,487" coordsize="5393,2">
              <v:shape style="position:absolute;left:6123;top:487;width:5393;height:2" coordorigin="6123,487" coordsize="5393,0" path="m6127,487l11520,487e" filled="f" stroked="t" strokeweight=".666667pt" strokecolor="#E6E6E6">
                <v:path arrowok="t"/>
              </v:shape>
            </v:group>
            <v:group style="position:absolute;left:11520;top:474;width:2;height:260" coordorigin="11520,474" coordsize="2,260">
              <v:shape style="position:absolute;left:11520;top:474;width:2;height:260" coordorigin="11520,474" coordsize="0,260" path="m11520,494l11520,754e" filled="f" stroked="t" strokeweight=".5pt" strokecolor="#FFFFFF">
                <v:path arrowok="t"/>
              </v:shape>
            </v:group>
            <v:group style="position:absolute;left:6123;top:721;width:5393;height:2" coordorigin="6123,721" coordsize="5393,2">
              <v:shape style="position:absolute;left:6123;top:721;width:5393;height:2" coordorigin="6123,721" coordsize="5393,0" path="m6127,721l11520,721e" filled="f" stroked="t" strokeweight=".666667pt" strokecolor="#E6E6E6">
                <v:path arrowok="t"/>
              </v:shape>
            </v:group>
            <v:group style="position:absolute;left:720;top:747;width:10800;height:2" coordorigin="720,747" coordsize="10800,2">
              <v:shape style="position:absolute;left:720;top:747;width:10800;height:2" coordorigin="720,747" coordsize="10800,0" path="m720,747l11520,747e" filled="f" stroked="t" strokeweight=".666667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Execution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Variables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56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Name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Value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979" w:top="1340" w:bottom="1160" w:left="620" w:right="760"/>
          <w:pgSz w:w="12240" w:h="15840"/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35.25pt;margin-top:278.656006pt;width:541.500003pt;height:13.600001pt;mso-position-horizontal-relative:page;mso-position-vertical-relative:page;z-index:-631" coordorigin="705,5573" coordsize="10830,272">
            <v:group style="position:absolute;left:720;top:5613;width:10800;height:192" coordorigin="720,5613" coordsize="10800,192">
              <v:shape style="position:absolute;left:720;top:5613;width:10800;height:192" coordorigin="720,5613" coordsize="10800,192" path="m720,5613l11520,5613,11520,5805,720,5805,720,5613e" filled="t" fillcolor="#E6E6E6" stroked="f">
                <v:path arrowok="t"/>
                <v:fill/>
              </v:shape>
            </v:group>
            <v:group style="position:absolute;left:712;top:5580;width:10817;height:2" coordorigin="712,5580" coordsize="10817,2">
              <v:shape style="position:absolute;left:712;top:5580;width:10817;height:2" coordorigin="712,5580" coordsize="10817,0" path="m713,5580l11530,5580e" filled="f" stroked="t" strokeweight=".666667pt" strokecolor="#E6E6E6">
                <v:path arrowok="t"/>
              </v:shape>
            </v:group>
            <v:group style="position:absolute;left:718;top:5606;width:10803;height:2" coordorigin="718,5606" coordsize="10803,2">
              <v:shape style="position:absolute;left:718;top:5606;width:10803;height:2" coordorigin="718,5606" coordsize="10803,0" path="m727,5606l11530,5606e" filled="f" stroked="t" strokeweight=".666667pt" strokecolor="#E6E6E6">
                <v:path arrowok="t"/>
              </v:shape>
            </v:group>
            <v:group style="position:absolute;left:11525;top:5593;width:2;height:232" coordorigin="11525,5593" coordsize="2,232">
              <v:shape style="position:absolute;left:11525;top:5593;width:2;height:232" coordorigin="11525,5593" coordsize="0,232" path="m11525,5613l11525,5845e" filled="f" stroked="t" strokeweight=".5pt" strokecolor="#FFFFFF">
                <v:path arrowok="t"/>
              </v:shape>
            </v:group>
            <v:group style="position:absolute;left:718;top:5812;width:10803;height:2" coordorigin="718,5812" coordsize="10803,2">
              <v:shape style="position:absolute;left:718;top:5812;width:10803;height:2" coordorigin="718,5812" coordsize="10803,0" path="m727,5812l11530,5812e" filled="f" stroked="t" strokeweight=".666667pt" strokecolor="#E6E6E6">
                <v:path arrowok="t"/>
              </v:shape>
            </v:group>
            <v:group style="position:absolute;left:712;top:5838;width:10817;height:2" coordorigin="712,5838" coordsize="10817,2">
              <v:shape style="position:absolute;left:712;top:5838;width:10817;height:2" coordorigin="712,5838" coordsize="10817,0" path="m713,5838l11530,5838e" filled="f" stroked="t" strokeweight=".666667pt" strokecolor="#E6E6E6">
                <v:path arrowok="t"/>
              </v:shape>
            </v:group>
            <v:group style="position:absolute;left:715;top:5593;width:2;height:232" coordorigin="715,5593" coordsize="2,232">
              <v:shape style="position:absolute;left:715;top:5593;width:2;height:232" coordorigin="715,5593" coordsize="0,232" path="m715,5613l715,5845e" filled="f" stroked="t" strokeweight=".5pt" strokecolor="#FFFFF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25.455994pt;width:539.718009pt;height:145.138pt;mso-position-horizontal-relative:page;mso-position-vertical-relative:page;z-index:-630" coordorigin="723,6509" coordsize="10794,2903">
            <v:group style="position:absolute;left:728;top:6514;width:10784;height:2" coordorigin="728,6514" coordsize="10784,2">
              <v:shape style="position:absolute;left:728;top:6514;width:10784;height:2" coordorigin="728,6514" coordsize="10784,0" path="m733,6514l11517,6514e" filled="f" stroked="t" strokeweight=".5pt" strokecolor="#000000">
                <v:path arrowok="t"/>
              </v:shape>
            </v:group>
            <v:group style="position:absolute;left:11512;top:6514;width:2;height:2893" coordorigin="11512,6514" coordsize="2,2893">
              <v:shape style="position:absolute;left:11512;top:6514;width:2;height:2893" coordorigin="11512,6514" coordsize="0,2893" path="m11512,6519l11512,9412e" filled="f" stroked="t" strokeweight=".5pt" strokecolor="#000000">
                <v:path arrowok="t"/>
              </v:shape>
            </v:group>
            <v:group style="position:absolute;left:728;top:9407;width:10784;height:2" coordorigin="728,9407" coordsize="10784,2">
              <v:shape style="position:absolute;left:728;top:9407;width:10784;height:2" coordorigin="728,9407" coordsize="10784,0" path="m733,9407l11517,9407e" filled="f" stroked="t" strokeweight=".5pt" strokecolor="#000000">
                <v:path arrowok="t"/>
              </v:shape>
            </v:group>
            <v:group style="position:absolute;left:728;top:6514;width:2;height:2893" coordorigin="728,6514" coordsize="2,2893">
              <v:shape style="position:absolute;left:728;top:6514;width:2;height:2893" coordorigin="728,6514" coordsize="0,2893" path="m728,6519l728,9412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78.593994pt;width:539.718009pt;height:145.138001pt;mso-position-horizontal-relative:page;mso-position-vertical-relative:page;z-index:-629" coordorigin="723,9572" coordsize="10794,2903">
            <v:group style="position:absolute;left:728;top:9577;width:10784;height:2" coordorigin="728,9577" coordsize="10784,2">
              <v:shape style="position:absolute;left:728;top:9577;width:10784;height:2" coordorigin="728,9577" coordsize="10784,0" path="m733,9577l11517,9577e" filled="f" stroked="t" strokeweight=".5pt" strokecolor="#000000">
                <v:path arrowok="t"/>
              </v:shape>
            </v:group>
            <v:group style="position:absolute;left:11512;top:9577;width:2;height:2893" coordorigin="11512,9577" coordsize="2,2893">
              <v:shape style="position:absolute;left:11512;top:9577;width:2;height:2893" coordorigin="11512,9577" coordsize="0,2893" path="m11512,9582l11512,12475e" filled="f" stroked="t" strokeweight=".5pt" strokecolor="#000000">
                <v:path arrowok="t"/>
              </v:shape>
            </v:group>
            <v:group style="position:absolute;left:728;top:12470;width:10784;height:2" coordorigin="728,12470" coordsize="10784,2">
              <v:shape style="position:absolute;left:728;top:12470;width:10784;height:2" coordorigin="728,12470" coordsize="10784,0" path="m733,12470l11517,12470e" filled="f" stroked="t" strokeweight=".5pt" strokecolor="#000000">
                <v:path arrowok="t"/>
              </v:shape>
            </v:group>
            <v:group style="position:absolute;left:728;top:9577;width:2;height:2893" coordorigin="728,9577" coordsize="2,2893">
              <v:shape style="position:absolute;left:728;top:9577;width:2;height:2893" coordorigin="728,9577" coordsize="0,2893" path="m728,9582l728,12475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631.481995pt;width:539.718009pt;height:61.468994pt;mso-position-horizontal-relative:page;mso-position-vertical-relative:page;z-index:-628" coordorigin="723,12630" coordsize="10794,1229">
            <v:group style="position:absolute;left:728;top:12640;width:10784;height:2" coordorigin="728,12640" coordsize="10784,2">
              <v:shape style="position:absolute;left:728;top:12640;width:10784;height:2" coordorigin="728,12640" coordsize="10784,0" path="m733,12640l11517,12640e" filled="f" stroked="t" strokeweight=".5pt" strokecolor="#000000">
                <v:path arrowok="t"/>
              </v:shape>
            </v:group>
            <v:group style="position:absolute;left:11512;top:12640;width:2;height:1214" coordorigin="11512,12640" coordsize="2,1214">
              <v:shape style="position:absolute;left:11512;top:12640;width:2;height:1214" coordorigin="11512,12640" coordsize="0,1214" path="m11512,12645l11512,13859e" filled="f" stroked="t" strokeweight=".5pt" strokecolor="#000000">
                <v:path arrowok="t"/>
              </v:shape>
            </v:group>
            <v:group style="position:absolute;left:728;top:12640;width:2;height:1214" coordorigin="728,12640" coordsize="2,1214">
              <v:shape style="position:absolute;left:728;top:12640;width:2;height:1214" coordorigin="728,12640" coordsize="0,1214" path="m728,12645l728,13859e" filled="f" stroked="t" strokeweight=".5pt" strokecolor="#000000">
                <v:path arrowok="t"/>
              </v:shape>
            </v:group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338" w:lineRule="exact"/>
        <w:ind w:left="804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shape style="position:absolute;margin-left:36pt;margin-top:-11.580166pt;width:31.200001pt;height:31.200001pt;mso-position-horizontal-relative:page;mso-position-vertical-relative:paragraph;z-index:-632" type="#_x0000_t75">
            <v:imagedata r:id="rId24" o:title=""/>
          </v:shape>
        </w:pict>
      </w:r>
      <w:hyperlink r:id="rId25"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83939: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Menu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is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Tested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For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 </w:t>
        </w:r>
        <w:r>
          <w:rPr>
            <w:rFonts w:ascii="Arial" w:hAnsi="Arial" w:cs="Arial" w:eastAsia="Arial"/>
            <w:sz w:val="30"/>
            <w:szCs w:val="30"/>
            <w:color w:val="3087B3"/>
            <w:spacing w:val="0"/>
            <w:w w:val="100"/>
            <w:b/>
            <w:bCs/>
            <w:position w:val="-1"/>
          </w:rPr>
          <w:t>Display</w:t>
        </w:r>
        <w:r>
          <w:rPr>
            <w:rFonts w:ascii="Arial" w:hAnsi="Arial" w:cs="Arial" w:eastAsia="Arial"/>
            <w:sz w:val="30"/>
            <w:szCs w:val="30"/>
            <w:color w:val="000000"/>
            <w:spacing w:val="0"/>
            <w:w w:val="100"/>
            <w:position w:val="0"/>
          </w:rPr>
        </w:r>
      </w:hyperlink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9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State: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Draft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50" w:lineRule="auto"/>
        <w:ind w:left="100" w:right="2990"/>
        <w:jc w:val="left"/>
        <w:tabs>
          <w:tab w:pos="5500" w:val="left"/>
        </w:tabs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Originator: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  <w:tab/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Owner: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   ,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    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(HP)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Type: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Manual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Data: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Description: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This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script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validates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selected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correctly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displays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as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before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remediated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code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was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installed.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Summary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E5E5E"/>
          <w:spacing w:val="0"/>
          <w:w w:val="100"/>
          <w:b/>
          <w:bCs/>
        </w:rPr>
        <w:t>Categories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Function: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Unassigned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Phase: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Integration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5E5E5E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Formal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Review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9" w:after="0" w:line="240" w:lineRule="auto"/>
        <w:ind w:left="2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General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Comments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Manual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Steps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Log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entering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Access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code.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8619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logged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VistA.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either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Applications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Coordinator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5356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User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programmer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Clinical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Applications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Coordinator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mode.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Name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Management."</w:t>
      </w:r>
    </w:p>
    <w:p>
      <w:pPr>
        <w:jc w:val="left"/>
        <w:spacing w:after="0"/>
        <w:sectPr>
          <w:pgMar w:footer="979" w:header="0" w:top="1360" w:bottom="1160" w:left="620" w:right="940"/>
          <w:footerReference w:type="default" r:id="rId23"/>
          <w:pgSz w:w="12240" w:h="15840"/>
        </w:sectPr>
      </w:pPr>
      <w:rPr/>
    </w:p>
    <w:p>
      <w:pPr>
        <w:spacing w:before="87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36.140999pt;margin-top:71.75pt;width:539.718009pt;height:76.418999pt;mso-position-horizontal-relative:page;mso-position-vertical-relative:page;z-index:-627" coordorigin="723,1435" coordsize="10794,1528">
            <v:group style="position:absolute;left:11512;top:1440;width:2;height:1518" coordorigin="11512,1440" coordsize="2,1518">
              <v:shape style="position:absolute;left:11512;top:1440;width:2;height:1518" coordorigin="11512,1440" coordsize="0,1518" path="m11512,1440l11512,2958e" filled="f" stroked="t" strokeweight=".5pt" strokecolor="#000000">
                <v:path arrowok="t"/>
              </v:shape>
            </v:group>
            <v:group style="position:absolute;left:728;top:2958;width:10784;height:2" coordorigin="728,2958" coordsize="10784,2">
              <v:shape style="position:absolute;left:728;top:2958;width:10784;height:2" coordorigin="728,2958" coordsize="10784,0" path="m733,2958l11517,2958e" filled="f" stroked="t" strokeweight=".5pt" strokecolor="#000000">
                <v:path arrowok="t"/>
              </v:shape>
            </v:group>
            <v:group style="position:absolute;left:728;top:1440;width:2;height:1518" coordorigin="728,1440" coordsize="2,1518">
              <v:shape style="position:absolute;left:728;top:1440;width:2;height:1518" coordorigin="728,1440" coordsize="0,1518" path="m728,1440l728,2958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156.169006pt;width:539.718009pt;height:145.138008pt;mso-position-horizontal-relative:page;mso-position-vertical-relative:page;z-index:-626" coordorigin="723,3123" coordsize="10794,2903">
            <v:group style="position:absolute;left:728;top:3128;width:10784;height:2" coordorigin="728,3128" coordsize="10784,2">
              <v:shape style="position:absolute;left:728;top:3128;width:10784;height:2" coordorigin="728,3128" coordsize="10784,0" path="m733,3128l11517,3128e" filled="f" stroked="t" strokeweight=".5pt" strokecolor="#000000">
                <v:path arrowok="t"/>
              </v:shape>
            </v:group>
            <v:group style="position:absolute;left:11512;top:3128;width:2;height:2893" coordorigin="11512,3128" coordsize="2,2893">
              <v:shape style="position:absolute;left:11512;top:3128;width:2;height:2893" coordorigin="11512,3128" coordsize="0,2893" path="m11512,3133l11512,6026e" filled="f" stroked="t" strokeweight=".5pt" strokecolor="#000000">
                <v:path arrowok="t"/>
              </v:shape>
            </v:group>
            <v:group style="position:absolute;left:728;top:6021;width:10784;height:2" coordorigin="728,6021" coordsize="10784,2">
              <v:shape style="position:absolute;left:728;top:6021;width:10784;height:2" coordorigin="728,6021" coordsize="10784,0" path="m733,6021l11517,6021e" filled="f" stroked="t" strokeweight=".5pt" strokecolor="#000000">
                <v:path arrowok="t"/>
              </v:shape>
            </v:group>
            <v:group style="position:absolute;left:728;top:3128;width:2;height:2893" coordorigin="728,3128" coordsize="2,2893">
              <v:shape style="position:absolute;left:728;top:3128;width:2;height:2893" coordorigin="728,3128" coordsize="0,2893" path="m728,3133l728,6026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309.307007pt;width:539.718009pt;height:145.138pt;mso-position-horizontal-relative:page;mso-position-vertical-relative:page;z-index:-625" coordorigin="723,6186" coordsize="10794,2903">
            <v:group style="position:absolute;left:728;top:6191;width:10784;height:2" coordorigin="728,6191" coordsize="10784,2">
              <v:shape style="position:absolute;left:728;top:6191;width:10784;height:2" coordorigin="728,6191" coordsize="10784,0" path="m733,6191l11517,6191e" filled="f" stroked="t" strokeweight=".5pt" strokecolor="#000000">
                <v:path arrowok="t"/>
              </v:shape>
            </v:group>
            <v:group style="position:absolute;left:11512;top:6191;width:2;height:2893" coordorigin="11512,6191" coordsize="2,2893">
              <v:shape style="position:absolute;left:11512;top:6191;width:2;height:2893" coordorigin="11512,6191" coordsize="0,2893" path="m11512,6196l11512,9089e" filled="f" stroked="t" strokeweight=".5pt" strokecolor="#000000">
                <v:path arrowok="t"/>
              </v:shape>
            </v:group>
            <v:group style="position:absolute;left:728;top:9084;width:10784;height:2" coordorigin="728,9084" coordsize="10784,2">
              <v:shape style="position:absolute;left:728;top:9084;width:10784;height:2" coordorigin="728,9084" coordsize="10784,0" path="m733,9084l11517,9084e" filled="f" stroked="t" strokeweight=".5pt" strokecolor="#000000">
                <v:path arrowok="t"/>
              </v:shape>
            </v:group>
            <v:group style="position:absolute;left:728;top:6191;width:2;height:2893" coordorigin="728,6191" coordsize="2,2893">
              <v:shape style="position:absolute;left:728;top:6191;width:2;height:2893" coordorigin="728,6191" coordsize="0,2893" path="m728,6196l728,9089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.140999pt;margin-top:462.445007pt;width:539.718009pt;height:135.537964pt;mso-position-horizontal-relative:page;mso-position-vertical-relative:page;z-index:-624" coordorigin="723,9249" coordsize="10794,2711">
            <v:group style="position:absolute;left:728;top:9254;width:10784;height:2" coordorigin="728,9254" coordsize="10784,2">
              <v:shape style="position:absolute;left:728;top:9254;width:10784;height:2" coordorigin="728,9254" coordsize="10784,0" path="m733,9254l11517,9254e" filled="f" stroked="t" strokeweight=".5pt" strokecolor="#000000">
                <v:path arrowok="t"/>
              </v:shape>
            </v:group>
            <v:group style="position:absolute;left:11512;top:9254;width:2;height:2701" coordorigin="11512,9254" coordsize="2,2701">
              <v:shape style="position:absolute;left:11512;top:9254;width:2;height:2701" coordorigin="11512,9254" coordsize="0,2701" path="m11512,9259l11512,11960e" filled="f" stroked="t" strokeweight=".5pt" strokecolor="#000000">
                <v:path arrowok="t"/>
              </v:shape>
            </v:group>
            <v:group style="position:absolute;left:728;top:11955;width:10784;height:2" coordorigin="728,11955" coordsize="10784,2">
              <v:shape style="position:absolute;left:728;top:11955;width:10784;height:2" coordorigin="728,11955" coordsize="10784,0" path="m733,11955l11517,11955e" filled="f" stroked="t" strokeweight=".5pt" strokecolor="#000000">
                <v:path arrowok="t"/>
              </v:shape>
            </v:group>
            <v:group style="position:absolute;left:728;top:9254;width:2;height:2701" coordorigin="728,9254" coordsize="2,2701">
              <v:shape style="position:absolute;left:728;top:9254;width:2;height:2701" coordorigin="728,9254" coordsize="0,2701" path="m728,9259l728,11960e" filled="f" stroked="t" strokeweight="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5pt;margin-top:630.182983pt;width:540.999001pt;height:15.000006pt;mso-position-horizontal-relative:page;mso-position-vertical-relative:page;z-index:-623" coordorigin="710,12604" coordsize="10820,300">
            <v:group style="position:absolute;left:725;top:12644;width:990;height:220" coordorigin="725,12644" coordsize="990,220">
              <v:shape style="position:absolute;left:725;top:12644;width:990;height:220" coordorigin="725,12644" coordsize="990,220" path="m725,12644l1715,12644,1715,12864,725,12864,725,12644e" filled="t" fillcolor="#E6E6E6" stroked="f">
                <v:path arrowok="t"/>
                <v:fill/>
              </v:shape>
            </v:group>
            <v:group style="position:absolute;left:717;top:12610;width:1003;height:2" coordorigin="717,12610" coordsize="1003,2">
              <v:shape style="position:absolute;left:717;top:12610;width:1003;height:2" coordorigin="717,12610" coordsize="1003,0" path="m718,12610l1722,12610e" filled="f" stroked="t" strokeweight=".666667pt" strokecolor="#E6E6E6">
                <v:path arrowok="t"/>
              </v:shape>
            </v:group>
            <v:group style="position:absolute;left:723;top:12637;width:993;height:2" coordorigin="723,12637" coordsize="993,2">
              <v:shape style="position:absolute;left:723;top:12637;width:993;height:2" coordorigin="723,12637" coordsize="993,0" path="m732,12637l1725,12637e" filled="f" stroked="t" strokeweight=".666667pt" strokecolor="#E6E6E6">
                <v:path arrowok="t"/>
              </v:shape>
            </v:group>
            <v:group style="position:absolute;left:723;top:12870;width:993;height:2" coordorigin="723,12870" coordsize="993,2">
              <v:shape style="position:absolute;left:723;top:12870;width:993;height:2" coordorigin="723,12870" coordsize="993,0" path="m727,12870l1720,12870e" filled="f" stroked="t" strokeweight=".666667pt" strokecolor="#E6E6E6">
                <v:path arrowok="t"/>
              </v:shape>
            </v:group>
            <v:group style="position:absolute;left:720;top:12624;width:2;height:260" coordorigin="720,12624" coordsize="2,260">
              <v:shape style="position:absolute;left:720;top:12624;width:2;height:260" coordorigin="720,12624" coordsize="0,260" path="m720,12644l720,12904e" filled="f" stroked="t" strokeweight=".5pt" strokecolor="#FFFFFF">
                <v:path arrowok="t"/>
              </v:shape>
            </v:group>
            <v:group style="position:absolute;left:1725;top:12644;width:2257;height:220" coordorigin="1725,12644" coordsize="2257,220">
              <v:shape style="position:absolute;left:1725;top:12644;width:2257;height:220" coordorigin="1725,12644" coordsize="2257,220" path="m1725,12644l3982,12644,3982,12864,1725,12864,1725,12644e" filled="t" fillcolor="#E6E6E6" stroked="f">
                <v:path arrowok="t"/>
                <v:fill/>
              </v:shape>
            </v:group>
            <v:group style="position:absolute;left:1720;top:12610;width:2267;height:2" coordorigin="1720,12610" coordsize="2267,2">
              <v:shape style="position:absolute;left:1720;top:12610;width:2267;height:2" coordorigin="1720,12610" coordsize="2267,0" path="m1720,12610l3987,12610e" filled="f" stroked="t" strokeweight=".666667pt" strokecolor="#E6E6E6">
                <v:path arrowok="t"/>
              </v:shape>
            </v:group>
            <v:group style="position:absolute;left:1723;top:12637;width:2260;height:2" coordorigin="1723,12637" coordsize="2260,2">
              <v:shape style="position:absolute;left:1723;top:12637;width:2260;height:2" coordorigin="1723,12637" coordsize="2260,0" path="m1727,12637l3987,12637e" filled="f" stroked="t" strokeweight=".666667pt" strokecolor="#E6E6E6">
                <v:path arrowok="t"/>
              </v:shape>
            </v:group>
            <v:group style="position:absolute;left:1723;top:12870;width:2260;height:2" coordorigin="1723,12870" coordsize="2260,2">
              <v:shape style="position:absolute;left:1723;top:12870;width:2260;height:2" coordorigin="1723,12870" coordsize="2260,0" path="m1727,12870l3987,12870e" filled="f" stroked="t" strokeweight=".666667pt" strokecolor="#E6E6E6">
                <v:path arrowok="t"/>
              </v:shape>
            </v:group>
            <v:group style="position:absolute;left:3992;top:12644;width:2990;height:220" coordorigin="3992,12644" coordsize="2990,220">
              <v:shape style="position:absolute;left:3992;top:12644;width:2990;height:220" coordorigin="3992,12644" coordsize="2990,220" path="m3992,12644l6982,12644,6982,12864,3992,12864,3992,12644e" filled="t" fillcolor="#E6E6E6" stroked="f">
                <v:path arrowok="t"/>
                <v:fill/>
              </v:shape>
            </v:group>
            <v:group style="position:absolute;left:3987;top:12610;width:3000;height:2" coordorigin="3987,12610" coordsize="3000,2">
              <v:shape style="position:absolute;left:3987;top:12610;width:3000;height:2" coordorigin="3987,12610" coordsize="3000,0" path="m3987,12610l6987,12610e" filled="f" stroked="t" strokeweight=".666667pt" strokecolor="#E6E6E6">
                <v:path arrowok="t"/>
              </v:shape>
            </v:group>
            <v:group style="position:absolute;left:3990;top:12637;width:2993;height:2" coordorigin="3990,12637" coordsize="2993,2">
              <v:shape style="position:absolute;left:3990;top:12637;width:2993;height:2" coordorigin="3990,12637" coordsize="2993,0" path="m3993,12637l6987,12637e" filled="f" stroked="t" strokeweight=".666667pt" strokecolor="#E6E6E6">
                <v:path arrowok="t"/>
              </v:shape>
            </v:group>
            <v:group style="position:absolute;left:3990;top:12870;width:2993;height:2" coordorigin="3990,12870" coordsize="2993,2">
              <v:shape style="position:absolute;left:3990;top:12870;width:2993;height:2" coordorigin="3990,12870" coordsize="2993,0" path="m3993,12870l6987,12870e" filled="f" stroked="t" strokeweight=".666667pt" strokecolor="#E6E6E6">
                <v:path arrowok="t"/>
              </v:shape>
            </v:group>
            <v:group style="position:absolute;left:6992;top:12644;width:2257;height:220" coordorigin="6992,12644" coordsize="2257,220">
              <v:shape style="position:absolute;left:6992;top:12644;width:2257;height:220" coordorigin="6992,12644" coordsize="2257,220" path="m6992,12644l9248,12644,9248,12864,6992,12864,6992,12644e" filled="t" fillcolor="#E6E6E6" stroked="f">
                <v:path arrowok="t"/>
                <v:fill/>
              </v:shape>
            </v:group>
            <v:group style="position:absolute;left:6987;top:12610;width:2267;height:2" coordorigin="6987,12610" coordsize="2267,2">
              <v:shape style="position:absolute;left:6987;top:12610;width:2267;height:2" coordorigin="6987,12610" coordsize="2267,0" path="m6987,12610l9253,12610e" filled="f" stroked="t" strokeweight=".666667pt" strokecolor="#E6E6E6">
                <v:path arrowok="t"/>
              </v:shape>
            </v:group>
            <v:group style="position:absolute;left:6990;top:12637;width:2260;height:2" coordorigin="6990,12637" coordsize="2260,2">
              <v:shape style="position:absolute;left:6990;top:12637;width:2260;height:2" coordorigin="6990,12637" coordsize="2260,0" path="m6993,12637l9253,12637e" filled="f" stroked="t" strokeweight=".666667pt" strokecolor="#E6E6E6">
                <v:path arrowok="t"/>
              </v:shape>
            </v:group>
            <v:group style="position:absolute;left:6990;top:12870;width:2260;height:2" coordorigin="6990,12870" coordsize="2260,2">
              <v:shape style="position:absolute;left:6990;top:12870;width:2260;height:2" coordorigin="6990,12870" coordsize="2260,0" path="m6993,12870l9253,12870e" filled="f" stroked="t" strokeweight=".666667pt" strokecolor="#E6E6E6">
                <v:path arrowok="t"/>
              </v:shape>
            </v:group>
            <v:group style="position:absolute;left:9258;top:12644;width:2257;height:220" coordorigin="9258,12644" coordsize="2257,220">
              <v:shape style="position:absolute;left:9258;top:12644;width:2257;height:220" coordorigin="9258,12644" coordsize="2257,220" path="m9258,12644l11515,12644,11515,12864,9258,12864,9258,12644e" filled="t" fillcolor="#E6E6E6" stroked="f">
                <v:path arrowok="t"/>
                <v:fill/>
              </v:shape>
            </v:group>
            <v:group style="position:absolute;left:9253;top:12610;width:2270;height:2" coordorigin="9253,12610" coordsize="2270,2">
              <v:shape style="position:absolute;left:9253;top:12610;width:2270;height:2" coordorigin="9253,12610" coordsize="2270,0" path="m9253,12610l11523,12610e" filled="f" stroked="t" strokeweight=".666667pt" strokecolor="#E6E6E6">
                <v:path arrowok="t"/>
              </v:shape>
            </v:group>
            <v:group style="position:absolute;left:9257;top:12637;width:2260;height:2" coordorigin="9257,12637" coordsize="2260,2">
              <v:shape style="position:absolute;left:9257;top:12637;width:2260;height:2" coordorigin="9257,12637" coordsize="2260,0" path="m9260,12637l11520,12637e" filled="f" stroked="t" strokeweight=".666667pt" strokecolor="#E6E6E6">
                <v:path arrowok="t"/>
              </v:shape>
            </v:group>
            <v:group style="position:absolute;left:11520;top:12624;width:2;height:260" coordorigin="11520,12624" coordsize="2,260">
              <v:shape style="position:absolute;left:11520;top:12624;width:2;height:260" coordorigin="11520,12624" coordsize="0,260" path="m11520,12644l11520,12904e" filled="f" stroked="t" strokeweight=".5pt" strokecolor="#FFFFFF">
                <v:path arrowok="t"/>
              </v:shape>
            </v:group>
            <v:group style="position:absolute;left:9257;top:12870;width:2260;height:2" coordorigin="9257,12870" coordsize="2260,2">
              <v:shape style="position:absolute;left:9257;top:12870;width:2260;height:2" coordorigin="9257,12870" coordsize="2260,0" path="m9260,12870l11520,12870e" filled="f" stroked="t" strokeweight=".666667pt" strokecolor="#E6E6E6">
                <v:path arrowok="t"/>
              </v:shape>
            </v:group>
            <v:group style="position:absolute;left:720;top:12897;width:10800;height:2" coordorigin="720,12897" coordsize="10800,2">
              <v:shape style="position:absolute;left:720;top:12897;width:10800;height:2" coordorigin="720,12897" coordsize="10800,0" path="m720,12897l11520,12897e" filled="f" stroked="t" strokeweight=".666671pt" strokecolor="#E6E6E6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"Order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Management"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9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prompt,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"Manage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orderable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items."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9037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text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entered.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Verify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that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459" w:lineRule="auto"/>
        <w:ind w:left="226" w:right="8761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The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menu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displayed.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5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3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Execution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808080"/>
          <w:spacing w:val="0"/>
          <w:w w:val="100"/>
          <w:b/>
          <w:bCs/>
        </w:rPr>
        <w:t>Step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Description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8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End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test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case.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80" w:lineRule="exact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position w:val="-1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Expected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  <w:position w:val="-1"/>
        </w:rPr>
        <w:t>Results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22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</w:rPr>
      </w:r>
      <w:r>
        <w:rPr>
          <w:rFonts w:ascii="Arial" w:hAnsi="Arial" w:cs="Arial" w:eastAsia="Arial"/>
          <w:sz w:val="16"/>
          <w:szCs w:val="16"/>
          <w:spacing w:val="0"/>
          <w:w w:val="100"/>
          <w:u w:val="single" w:color="000000"/>
        </w:rPr>
        <w:t>Comments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226" w:right="9472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</w:rPr>
        <w:t>Validates: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Attachments: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Associated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E-Signatures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4" w:after="0" w:line="240" w:lineRule="auto"/>
        <w:ind w:left="205" w:right="-20"/>
        <w:jc w:val="left"/>
        <w:tabs>
          <w:tab w:pos="1200" w:val="left"/>
          <w:tab w:pos="3460" w:val="left"/>
          <w:tab w:pos="6460" w:val="left"/>
          <w:tab w:pos="872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Signed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Action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Signer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Comment</w:t>
        <w:tab/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Additional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color w:val="666666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sectPr>
      <w:pgMar w:header="0" w:footer="979" w:top="1340" w:bottom="1160" w:left="620" w:right="94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651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323997pt;margin-top:737.782104pt;width:469.352022pt;height:8pt;mso-position-horizontal-relative:page;mso-position-vertical-relative:page;z-index:-650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https://your_server.vha.domain.ext:9443/jazz/service/com.ibm.rqm.integration.service.IIntegrationService/resources/VIP+%28QM%29/testsuite/urn:com.ibm.rqm:testsuite:3176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649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655998pt;margin-top:737.782104pt;width:472.688022pt;height:8pt;mso-position-horizontal-relative:page;mso-position-vertical-relative:page;z-index:-648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https://your_server.vha.domain.ext:9443/jazz/service/com.ibm.rqm.integration.service.IIntegrationService/resources/VIP+%28QM%29/testcase/urn:com.ibm.rqm:testcase:92768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44pt;margin-top:733.544006pt;width:324pt;height:.1pt;mso-position-horizontal-relative:page;mso-position-vertical-relative:page;z-index:-647" coordorigin="2880,14671" coordsize="6480,2">
          <v:shape style="position:absolute;left:2880;top:14671;width:6480;height:2" coordorigin="2880,14671" coordsize="6480,0" path="m2880,14671l9360,14671e" filled="f" stroked="t" strokeweight="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986pt;margin-top:737.782104pt;width:508.028024pt;height:8pt;mso-position-horizontal-relative:page;mso-position-vertical-relative:page;z-index:-646" type="#_x0000_t202" filled="f" stroked="f">
          <v:textbox inset="0,0,0,0">
            <w:txbxContent>
              <w:p>
                <w:pPr>
                  <w:spacing w:before="4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hyperlink r:id="rId1">
                  <w:r>
                    <w:rPr>
                      <w:rFonts w:ascii="Arial" w:hAnsi="Arial" w:cs="Arial" w:eastAsia="Arial"/>
                      <w:sz w:val="12"/>
                      <w:szCs w:val="12"/>
                      <w:color w:val="3087B3"/>
                      <w:spacing w:val="0"/>
                      <w:w w:val="100"/>
                    </w:rPr>
                    <w:t>https://your_server.vha.domain.ext:9443/jazz/service/com.ibm.rqm.integration.service.IIntegrationService/resources/VIP+%28QM%29/executionscript/urn:com.ibm.rqm:executionscript:83939</w:t>
                  </w:r>
                  <w:r>
                    <w:rPr>
                      <w:rFonts w:ascii="Arial" w:hAnsi="Arial" w:cs="Arial" w:eastAsia="Arial"/>
                      <w:sz w:val="12"/>
                      <w:szCs w:val="12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your_server.vha.domain.ext:9443/jazz/service/com.ibm.rqm.integration.service.IIntegrationService/resources/VIP%2B%28QM%29/testsuite/urn%3Acom.ibm.rqm%3Atestsuite%3A3176" TargetMode="External"/><Relationship Id="rId8" Type="http://schemas.openxmlformats.org/officeDocument/2006/relationships/image" Target="media/image2.png"/><Relationship Id="rId9" Type="http://schemas.openxmlformats.org/officeDocument/2006/relationships/hyperlink" Target="https://your_server.vha.domain.ext:9443/jazz/service/com.ibm.rqm.integration.service.IIntegrationService/resources/VIP%2B%28QM%29/testplan/urn%3Acom.ibm.rqm%3Atestplan%3A3659" TargetMode="External"/><Relationship Id="rId10" Type="http://schemas.openxmlformats.org/officeDocument/2006/relationships/image" Target="media/image3.png"/><Relationship Id="rId11" Type="http://schemas.openxmlformats.org/officeDocument/2006/relationships/hyperlink" Target="https://your_server.vha.domain.ext:9443/jazz/service/com.ibm.rqm.integration.service.IIntegrationService/resources/VIP%2B%28QM%29/testcase/urn%3Acom.ibm.rqm%3Atestcase%3A92768" TargetMode="External"/><Relationship Id="rId12" Type="http://schemas.openxmlformats.org/officeDocument/2006/relationships/image" Target="media/image4.png"/><Relationship Id="rId13" Type="http://schemas.openxmlformats.org/officeDocument/2006/relationships/hyperlink" Target="https://your_server.vha.domain.ext:9443/jazz/service/com.ibm.rqm.integration.service.IIntegrationService/resources/VIP%2B%28QM%29/testcase/urn%3Acom.ibm.rqm%3Atestcase%3A92768" TargetMode="External"/><Relationship Id="rId14" Type="http://schemas.openxmlformats.org/officeDocument/2006/relationships/hyperlink" Target="https://your_server.vha.domain.ext:9443/jazz/service/com.ibm.rqm.integration.service.IIntegrationService/resources/VIP%2B%28QM%29/configuration/TE1089" TargetMode="External"/><Relationship Id="rId15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9" TargetMode="External"/><Relationship Id="rId16" Type="http://schemas.openxmlformats.org/officeDocument/2006/relationships/footer" Target="footer2.xml"/><Relationship Id="rId17" Type="http://schemas.openxmlformats.org/officeDocument/2006/relationships/image" Target="media/image5.png"/><Relationship Id="rId18" Type="http://schemas.openxmlformats.org/officeDocument/2006/relationships/hyperlink" Target="https://your_server.vha.domain.ext:9443/jazz/service/com.ibm.rqm.integration.service.IIntegrationService/resources/VIP%2B%28QM%29/testcase/urn%3Acom.ibm.rqm%3Atestcase%3A92768" TargetMode="External"/><Relationship Id="rId19" Type="http://schemas.openxmlformats.org/officeDocument/2006/relationships/image" Target="media/image6.png"/><Relationship Id="rId20" Type="http://schemas.openxmlformats.org/officeDocument/2006/relationships/image" Target="media/image7.png"/><Relationship Id="rId2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9" TargetMode="External"/><Relationship Id="rId22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9" TargetMode="External"/><Relationship Id="rId23" Type="http://schemas.openxmlformats.org/officeDocument/2006/relationships/footer" Target="footer3.xml"/><Relationship Id="rId24" Type="http://schemas.openxmlformats.org/officeDocument/2006/relationships/image" Target="media/image8.png"/><Relationship Id="rId25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9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suite/urn%3Acom.ibm.rqm%3Atestsuite%3A3176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case/urn%3Acom.ibm.rqm%3Atestcase%3A92768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9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2016-04-29T10:06:44Z</dcterms:created>
  <dcterms:modified xsi:type="dcterms:W3CDTF">2016-04-29T10:06:44Z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2015-11-19T00:00:00Z</vt:filetime>
  </property>
  <property fmtid="{D5CDD505-2E9C-101B-9397-08002B2CF9AE}" pid="3" name="LastSaved">
    <vt:filetime>2016-04-29T00:00:00Z</vt:filetime>
  </property>
</Properties>
</file>